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53C" w:rsidRDefault="0041553C">
      <w:pPr>
        <w:ind w:right="-283"/>
        <w:jc w:val="center"/>
        <w:rPr>
          <w:rFonts w:cs="Times New Roman"/>
          <w:lang w:val="en-US"/>
        </w:rPr>
      </w:pPr>
      <w:r>
        <w:rPr>
          <w:rFonts w:cs="Times New Roman"/>
        </w:rPr>
        <w:object w:dxaOrig="4920" w:dyaOrig="67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4.2pt;height:70.8pt" o:ole="" fillcolor="window">
            <v:imagedata r:id="rId5" o:title=""/>
          </v:shape>
          <o:OLEObject Type="Embed" ProgID="Msxml2.SAXXMLReader.5.0" ShapeID="_x0000_i1025" DrawAspect="Content" ObjectID="_1474364194" r:id="rId6"/>
        </w:object>
      </w:r>
    </w:p>
    <w:p w:rsidR="0041553C" w:rsidRDefault="0041553C">
      <w:pPr>
        <w:jc w:val="center"/>
        <w:rPr>
          <w:rFonts w:cs="Times New Roman"/>
          <w:sz w:val="28"/>
          <w:szCs w:val="28"/>
        </w:rPr>
      </w:pPr>
    </w:p>
    <w:p w:rsidR="0041553C" w:rsidRDefault="0041553C">
      <w:pPr>
        <w:pStyle w:val="Heading1"/>
        <w:rPr>
          <w:rFonts w:cs="Times New Roman"/>
        </w:rPr>
      </w:pPr>
      <w:r>
        <w:rPr>
          <w:rFonts w:cs="Times New Roman"/>
        </w:rPr>
        <w:t>ТАМБОВСКАЯ ОБЛАСТЬ</w:t>
      </w:r>
    </w:p>
    <w:p w:rsidR="0041553C" w:rsidRDefault="0041553C">
      <w:pPr>
        <w:jc w:val="center"/>
        <w:rPr>
          <w:rFonts w:cs="Times New Roman"/>
          <w:sz w:val="28"/>
          <w:szCs w:val="28"/>
        </w:rPr>
      </w:pPr>
    </w:p>
    <w:p w:rsidR="0041553C" w:rsidRDefault="0041553C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АДМИНИСТРАЦИЯ ПЕРВОМАЙСКОГО РАЙОНА</w:t>
      </w:r>
      <w:r>
        <w:rPr>
          <w:rFonts w:cs="Times New Roman"/>
          <w:sz w:val="28"/>
          <w:szCs w:val="28"/>
        </w:rPr>
        <w:br/>
      </w:r>
      <w:r>
        <w:rPr>
          <w:rFonts w:cs="Times New Roman"/>
          <w:sz w:val="28"/>
          <w:szCs w:val="28"/>
        </w:rPr>
        <w:br/>
        <w:t>ПОСТАНОВЛЕНИЕ</w:t>
      </w:r>
    </w:p>
    <w:p w:rsidR="0041553C" w:rsidRDefault="0041553C">
      <w:pPr>
        <w:jc w:val="center"/>
        <w:rPr>
          <w:rFonts w:cs="Times New Roman"/>
          <w:sz w:val="28"/>
          <w:szCs w:val="28"/>
        </w:rPr>
      </w:pPr>
    </w:p>
    <w:p w:rsidR="0041553C" w:rsidRDefault="0041553C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09.10. 2014                                р.п. Первомайский                              № 1395       </w:t>
      </w:r>
    </w:p>
    <w:p w:rsidR="0041553C" w:rsidRDefault="0041553C">
      <w:pPr>
        <w:rPr>
          <w:rFonts w:cs="Times New Roman"/>
        </w:rPr>
      </w:pPr>
    </w:p>
    <w:p w:rsidR="0041553C" w:rsidRDefault="0041553C">
      <w:pPr>
        <w:pStyle w:val="Heading2"/>
        <w:jc w:val="both"/>
        <w:rPr>
          <w:rFonts w:cs="Times New Roman"/>
        </w:rPr>
      </w:pPr>
      <w:r>
        <w:rPr>
          <w:rFonts w:cs="Times New Roman"/>
        </w:rPr>
        <w:t>Об    утверждении   Положения о муниципальном кадровом резерве Первомайского района</w:t>
      </w:r>
    </w:p>
    <w:p w:rsidR="0041553C" w:rsidRDefault="0041553C">
      <w:pPr>
        <w:rPr>
          <w:rFonts w:cs="Times New Roman"/>
        </w:rPr>
      </w:pPr>
    </w:p>
    <w:p w:rsidR="0041553C" w:rsidRDefault="0041553C">
      <w:pPr>
        <w:rPr>
          <w:rFonts w:cs="Times New Roman"/>
        </w:rPr>
      </w:pPr>
    </w:p>
    <w:p w:rsidR="0041553C" w:rsidRDefault="0041553C">
      <w:pPr>
        <w:pStyle w:val="Heading2"/>
        <w:jc w:val="both"/>
        <w:rPr>
          <w:rFonts w:cs="Times New Roman"/>
        </w:rPr>
      </w:pPr>
      <w:r>
        <w:rPr>
          <w:rFonts w:cs="Times New Roman"/>
        </w:rPr>
        <w:t xml:space="preserve">          В соответствии с Федеральным законом от 02.03.2007 №25-ФЗ «О муниципальной службе в Российской Федерации» (в редакции от 04.03.2014), руководствуясь статьями 28, 29,33 Устава Первомайского района Тамбовской области, администрация Первомайского района ПОСТАНОВЛЯЕТ:                 </w:t>
      </w:r>
    </w:p>
    <w:p w:rsidR="0041553C" w:rsidRDefault="0041553C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1.Утвердить Положение о муниципальном кадровом резерве Первомайского района согласно приложению №1.</w:t>
      </w:r>
    </w:p>
    <w:p w:rsidR="0041553C" w:rsidRDefault="0041553C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2.Образовать экспертный Совет по формированию и подготовке резерва муниципальных кадров Первомайского района и утвердить его состав согласно приложению №2.</w:t>
      </w:r>
    </w:p>
    <w:p w:rsidR="0041553C" w:rsidRDefault="0041553C">
      <w:pPr>
        <w:ind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3.Утвердить Положение об экспертном Совете  по формированию и подготовке резерва муниципальных кадров  Первомайского района согласно приложению №3.</w:t>
      </w:r>
    </w:p>
    <w:p w:rsidR="0041553C" w:rsidRDefault="0041553C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4.Контроль за исполнением    настоящего    постановления     возложить на   отдел  организационной, кадровой работы, взаимодействия с органами местного самоуправления и общественностью администрации района (Зеленева).</w:t>
      </w:r>
    </w:p>
    <w:p w:rsidR="0041553C" w:rsidRDefault="0041553C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5.Признать утратившими силу постановления администрации Первомайского района:</w:t>
      </w:r>
    </w:p>
    <w:p w:rsidR="0041553C" w:rsidRDefault="0041553C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 -от 25.03.2008 №297 «Об утверждении Порядка формирования и ведения кадрового резерва муниципальных служащих муниципальной службы администрации Первомайского района»; </w:t>
      </w:r>
    </w:p>
    <w:p w:rsidR="0041553C" w:rsidRDefault="0041553C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-от 10.04.2009 №382 «О внесении дополнений и изменений в постановление администрации Первомайского района от 25.03.2008 №297 «Об утверждении Порядка формирования и ведения кадрового резерва муниципальных служащих муниципальной службы администрации Первомайского района».</w:t>
      </w:r>
    </w:p>
    <w:p w:rsidR="0041553C" w:rsidRDefault="0041553C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6.Разместить (опубликовать)настоящее постановление на  сайте сетевого издания «ТОП68 Тамбовский областной портал» (</w:t>
      </w:r>
      <w:r>
        <w:rPr>
          <w:rFonts w:cs="Times New Roman"/>
          <w:sz w:val="28"/>
          <w:szCs w:val="28"/>
          <w:lang w:val="en-US"/>
        </w:rPr>
        <w:t>www</w:t>
      </w:r>
      <w:r>
        <w:rPr>
          <w:rFonts w:cs="Times New Roman"/>
          <w:sz w:val="28"/>
          <w:szCs w:val="28"/>
        </w:rPr>
        <w:t>.</w:t>
      </w:r>
      <w:r>
        <w:rPr>
          <w:rFonts w:cs="Times New Roman"/>
          <w:sz w:val="28"/>
          <w:szCs w:val="28"/>
          <w:lang w:val="en-US"/>
        </w:rPr>
        <w:t>top</w:t>
      </w:r>
      <w:r>
        <w:rPr>
          <w:rFonts w:cs="Times New Roman"/>
          <w:sz w:val="28"/>
          <w:szCs w:val="28"/>
        </w:rPr>
        <w:t>68.</w:t>
      </w:r>
      <w:r>
        <w:rPr>
          <w:rFonts w:cs="Times New Roman"/>
          <w:sz w:val="28"/>
          <w:szCs w:val="28"/>
          <w:lang w:val="en-US"/>
        </w:rPr>
        <w:t>ru</w:t>
      </w:r>
      <w:r>
        <w:rPr>
          <w:rFonts w:cs="Times New Roman"/>
          <w:sz w:val="28"/>
          <w:szCs w:val="28"/>
        </w:rPr>
        <w:t>).</w:t>
      </w:r>
    </w:p>
    <w:p w:rsidR="0041553C" w:rsidRDefault="0041553C">
      <w:pPr>
        <w:jc w:val="both"/>
        <w:rPr>
          <w:rFonts w:cs="Times New Roman"/>
          <w:sz w:val="28"/>
          <w:szCs w:val="28"/>
        </w:rPr>
      </w:pPr>
    </w:p>
    <w:p w:rsidR="0041553C" w:rsidRDefault="0041553C">
      <w:pPr>
        <w:jc w:val="both"/>
        <w:rPr>
          <w:rFonts w:cs="Times New Roman"/>
          <w:sz w:val="28"/>
          <w:szCs w:val="28"/>
        </w:rPr>
      </w:pPr>
    </w:p>
    <w:p w:rsidR="0041553C" w:rsidRDefault="0041553C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7.Настоящее постановление вступает в силу со дня его принятия.</w:t>
      </w:r>
    </w:p>
    <w:p w:rsidR="0041553C" w:rsidRDefault="0041553C">
      <w:pPr>
        <w:jc w:val="both"/>
        <w:rPr>
          <w:rFonts w:cs="Times New Roman"/>
          <w:sz w:val="28"/>
          <w:szCs w:val="28"/>
        </w:rPr>
      </w:pPr>
    </w:p>
    <w:p w:rsidR="0041553C" w:rsidRDefault="0041553C">
      <w:pPr>
        <w:jc w:val="both"/>
        <w:rPr>
          <w:rFonts w:cs="Times New Roman"/>
          <w:sz w:val="28"/>
          <w:szCs w:val="28"/>
        </w:rPr>
      </w:pPr>
    </w:p>
    <w:p w:rsidR="0041553C" w:rsidRDefault="0041553C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Глава  администрации</w:t>
      </w:r>
    </w:p>
    <w:p w:rsidR="0041553C" w:rsidRDefault="0041553C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района                                                                                                  А.С.Труба</w:t>
      </w:r>
    </w:p>
    <w:p w:rsidR="0041553C" w:rsidRDefault="0041553C">
      <w:pPr>
        <w:rPr>
          <w:rFonts w:cs="Times New Roman"/>
          <w:sz w:val="28"/>
          <w:szCs w:val="28"/>
        </w:rPr>
      </w:pPr>
    </w:p>
    <w:p w:rsidR="0041553C" w:rsidRDefault="0041553C">
      <w:pPr>
        <w:rPr>
          <w:rFonts w:cs="Times New Roman"/>
          <w:sz w:val="28"/>
          <w:szCs w:val="28"/>
        </w:rPr>
      </w:pPr>
    </w:p>
    <w:p w:rsidR="0041553C" w:rsidRDefault="0041553C">
      <w:pPr>
        <w:rPr>
          <w:rFonts w:cs="Times New Roman"/>
          <w:sz w:val="28"/>
          <w:szCs w:val="28"/>
        </w:rPr>
      </w:pPr>
    </w:p>
    <w:p w:rsidR="0041553C" w:rsidRDefault="0041553C">
      <w:pPr>
        <w:rPr>
          <w:rFonts w:cs="Times New Roman"/>
          <w:sz w:val="28"/>
          <w:szCs w:val="28"/>
        </w:rPr>
      </w:pPr>
    </w:p>
    <w:p w:rsidR="0041553C" w:rsidRDefault="0041553C">
      <w:pPr>
        <w:rPr>
          <w:rFonts w:cs="Times New Roman"/>
          <w:sz w:val="28"/>
          <w:szCs w:val="28"/>
        </w:rPr>
      </w:pPr>
    </w:p>
    <w:p w:rsidR="0041553C" w:rsidRDefault="0041553C">
      <w:pPr>
        <w:rPr>
          <w:rFonts w:cs="Times New Roman"/>
          <w:sz w:val="28"/>
          <w:szCs w:val="28"/>
        </w:rPr>
      </w:pPr>
    </w:p>
    <w:p w:rsidR="0041553C" w:rsidRDefault="0041553C">
      <w:pPr>
        <w:rPr>
          <w:rFonts w:cs="Times New Roman"/>
          <w:sz w:val="28"/>
          <w:szCs w:val="28"/>
        </w:rPr>
      </w:pPr>
    </w:p>
    <w:p w:rsidR="0041553C" w:rsidRDefault="0041553C">
      <w:pPr>
        <w:rPr>
          <w:rFonts w:cs="Times New Roman"/>
          <w:sz w:val="28"/>
          <w:szCs w:val="28"/>
        </w:rPr>
      </w:pPr>
    </w:p>
    <w:p w:rsidR="0041553C" w:rsidRDefault="0041553C">
      <w:pPr>
        <w:rPr>
          <w:rFonts w:cs="Times New Roman"/>
          <w:sz w:val="28"/>
          <w:szCs w:val="28"/>
        </w:rPr>
      </w:pPr>
    </w:p>
    <w:p w:rsidR="0041553C" w:rsidRDefault="0041553C">
      <w:pPr>
        <w:rPr>
          <w:rFonts w:cs="Times New Roman"/>
          <w:sz w:val="28"/>
          <w:szCs w:val="28"/>
        </w:rPr>
      </w:pPr>
    </w:p>
    <w:p w:rsidR="0041553C" w:rsidRDefault="0041553C">
      <w:pPr>
        <w:rPr>
          <w:rFonts w:cs="Times New Roman"/>
          <w:sz w:val="28"/>
          <w:szCs w:val="28"/>
        </w:rPr>
      </w:pPr>
    </w:p>
    <w:p w:rsidR="0041553C" w:rsidRDefault="0041553C">
      <w:pPr>
        <w:rPr>
          <w:rFonts w:cs="Times New Roman"/>
          <w:sz w:val="28"/>
          <w:szCs w:val="28"/>
        </w:rPr>
      </w:pPr>
    </w:p>
    <w:p w:rsidR="0041553C" w:rsidRDefault="0041553C">
      <w:pPr>
        <w:rPr>
          <w:rFonts w:cs="Times New Roman"/>
          <w:sz w:val="28"/>
          <w:szCs w:val="28"/>
        </w:rPr>
      </w:pPr>
    </w:p>
    <w:p w:rsidR="0041553C" w:rsidRDefault="0041553C">
      <w:pPr>
        <w:rPr>
          <w:rFonts w:cs="Times New Roman"/>
          <w:sz w:val="28"/>
          <w:szCs w:val="28"/>
        </w:rPr>
      </w:pPr>
    </w:p>
    <w:p w:rsidR="0041553C" w:rsidRDefault="0041553C">
      <w:pPr>
        <w:rPr>
          <w:rFonts w:cs="Times New Roman"/>
          <w:sz w:val="28"/>
          <w:szCs w:val="28"/>
        </w:rPr>
      </w:pPr>
    </w:p>
    <w:p w:rsidR="0041553C" w:rsidRDefault="0041553C">
      <w:pPr>
        <w:rPr>
          <w:rFonts w:cs="Times New Roman"/>
          <w:sz w:val="28"/>
          <w:szCs w:val="28"/>
        </w:rPr>
      </w:pPr>
    </w:p>
    <w:p w:rsidR="0041553C" w:rsidRDefault="0041553C">
      <w:pPr>
        <w:rPr>
          <w:rFonts w:cs="Times New Roman"/>
          <w:sz w:val="28"/>
          <w:szCs w:val="28"/>
        </w:rPr>
      </w:pPr>
    </w:p>
    <w:p w:rsidR="0041553C" w:rsidRDefault="0041553C">
      <w:pPr>
        <w:rPr>
          <w:rFonts w:cs="Times New Roman"/>
          <w:sz w:val="28"/>
          <w:szCs w:val="28"/>
        </w:rPr>
      </w:pPr>
    </w:p>
    <w:p w:rsidR="0041553C" w:rsidRDefault="0041553C">
      <w:pPr>
        <w:rPr>
          <w:rFonts w:cs="Times New Roman"/>
          <w:sz w:val="28"/>
          <w:szCs w:val="28"/>
        </w:rPr>
      </w:pPr>
    </w:p>
    <w:p w:rsidR="0041553C" w:rsidRDefault="0041553C">
      <w:pPr>
        <w:rPr>
          <w:rFonts w:cs="Times New Roman"/>
          <w:sz w:val="28"/>
          <w:szCs w:val="28"/>
        </w:rPr>
      </w:pPr>
    </w:p>
    <w:p w:rsidR="0041553C" w:rsidRDefault="0041553C">
      <w:pPr>
        <w:rPr>
          <w:rFonts w:cs="Times New Roman"/>
          <w:sz w:val="28"/>
          <w:szCs w:val="28"/>
        </w:rPr>
      </w:pPr>
    </w:p>
    <w:p w:rsidR="0041553C" w:rsidRDefault="0041553C">
      <w:pPr>
        <w:rPr>
          <w:rFonts w:cs="Times New Roman"/>
          <w:sz w:val="28"/>
          <w:szCs w:val="28"/>
        </w:rPr>
      </w:pPr>
    </w:p>
    <w:p w:rsidR="0041553C" w:rsidRDefault="0041553C">
      <w:pPr>
        <w:rPr>
          <w:rFonts w:cs="Times New Roman"/>
          <w:sz w:val="28"/>
          <w:szCs w:val="28"/>
        </w:rPr>
      </w:pPr>
    </w:p>
    <w:p w:rsidR="0041553C" w:rsidRDefault="0041553C">
      <w:pPr>
        <w:rPr>
          <w:rFonts w:cs="Times New Roman"/>
          <w:sz w:val="28"/>
          <w:szCs w:val="28"/>
        </w:rPr>
      </w:pPr>
    </w:p>
    <w:p w:rsidR="0041553C" w:rsidRDefault="0041553C">
      <w:pPr>
        <w:rPr>
          <w:rFonts w:cs="Times New Roman"/>
          <w:sz w:val="28"/>
          <w:szCs w:val="28"/>
        </w:rPr>
      </w:pPr>
    </w:p>
    <w:p w:rsidR="0041553C" w:rsidRDefault="0041553C">
      <w:pPr>
        <w:rPr>
          <w:rFonts w:cs="Times New Roman"/>
          <w:sz w:val="28"/>
          <w:szCs w:val="28"/>
        </w:rPr>
      </w:pPr>
    </w:p>
    <w:p w:rsidR="0041553C" w:rsidRDefault="0041553C">
      <w:pPr>
        <w:rPr>
          <w:rFonts w:cs="Times New Roman"/>
          <w:sz w:val="28"/>
          <w:szCs w:val="28"/>
        </w:rPr>
      </w:pPr>
    </w:p>
    <w:p w:rsidR="0041553C" w:rsidRDefault="0041553C">
      <w:pPr>
        <w:rPr>
          <w:rFonts w:cs="Times New Roman"/>
          <w:sz w:val="28"/>
          <w:szCs w:val="28"/>
        </w:rPr>
      </w:pPr>
    </w:p>
    <w:p w:rsidR="0041553C" w:rsidRDefault="0041553C">
      <w:pPr>
        <w:rPr>
          <w:rFonts w:cs="Times New Roman"/>
          <w:sz w:val="28"/>
          <w:szCs w:val="28"/>
        </w:rPr>
      </w:pPr>
    </w:p>
    <w:p w:rsidR="0041553C" w:rsidRDefault="0041553C">
      <w:pPr>
        <w:rPr>
          <w:rFonts w:cs="Times New Roman"/>
          <w:sz w:val="28"/>
          <w:szCs w:val="28"/>
        </w:rPr>
      </w:pPr>
    </w:p>
    <w:p w:rsidR="0041553C" w:rsidRDefault="0041553C">
      <w:pPr>
        <w:rPr>
          <w:rFonts w:cs="Times New Roman"/>
          <w:sz w:val="28"/>
          <w:szCs w:val="28"/>
        </w:rPr>
      </w:pPr>
    </w:p>
    <w:p w:rsidR="0041553C" w:rsidRDefault="0041553C">
      <w:pPr>
        <w:rPr>
          <w:rFonts w:cs="Times New Roman"/>
          <w:sz w:val="28"/>
          <w:szCs w:val="28"/>
        </w:rPr>
      </w:pPr>
    </w:p>
    <w:p w:rsidR="0041553C" w:rsidRDefault="0041553C">
      <w:pPr>
        <w:rPr>
          <w:rFonts w:cs="Times New Roman"/>
          <w:sz w:val="28"/>
          <w:szCs w:val="28"/>
        </w:rPr>
      </w:pPr>
    </w:p>
    <w:p w:rsidR="0041553C" w:rsidRDefault="0041553C">
      <w:pPr>
        <w:rPr>
          <w:rFonts w:cs="Times New Roman"/>
          <w:sz w:val="28"/>
          <w:szCs w:val="28"/>
        </w:rPr>
      </w:pPr>
    </w:p>
    <w:p w:rsidR="0041553C" w:rsidRDefault="0041553C">
      <w:pPr>
        <w:rPr>
          <w:rFonts w:cs="Times New Roman"/>
          <w:sz w:val="28"/>
          <w:szCs w:val="28"/>
        </w:rPr>
      </w:pPr>
    </w:p>
    <w:p w:rsidR="0041553C" w:rsidRDefault="0041553C">
      <w:pPr>
        <w:rPr>
          <w:rFonts w:cs="Times New Roman"/>
          <w:sz w:val="28"/>
          <w:szCs w:val="28"/>
        </w:rPr>
      </w:pPr>
    </w:p>
    <w:p w:rsidR="0041553C" w:rsidRDefault="0041553C">
      <w:pPr>
        <w:rPr>
          <w:rFonts w:cs="Times New Roman"/>
          <w:sz w:val="28"/>
          <w:szCs w:val="28"/>
        </w:rPr>
      </w:pPr>
    </w:p>
    <w:p w:rsidR="0041553C" w:rsidRDefault="0041553C">
      <w:pPr>
        <w:rPr>
          <w:rFonts w:cs="Times New Roman"/>
          <w:sz w:val="28"/>
          <w:szCs w:val="28"/>
        </w:rPr>
      </w:pPr>
    </w:p>
    <w:p w:rsidR="0041553C" w:rsidRDefault="0041553C">
      <w:pPr>
        <w:rPr>
          <w:rFonts w:cs="Times New Roman"/>
          <w:sz w:val="28"/>
          <w:szCs w:val="28"/>
        </w:rPr>
      </w:pPr>
    </w:p>
    <w:p w:rsidR="0041553C" w:rsidRDefault="0041553C">
      <w:pPr>
        <w:rPr>
          <w:rFonts w:cs="Times New Roman"/>
          <w:sz w:val="28"/>
          <w:szCs w:val="28"/>
        </w:rPr>
      </w:pPr>
    </w:p>
    <w:p w:rsidR="0041553C" w:rsidRDefault="0041553C">
      <w:pPr>
        <w:shd w:val="clear" w:color="auto" w:fill="FFFFFF"/>
        <w:tabs>
          <w:tab w:val="left" w:pos="1418"/>
        </w:tabs>
        <w:ind w:right="65" w:firstLine="567"/>
        <w:rPr>
          <w:rFonts w:cs="Times New Roman"/>
          <w:sz w:val="28"/>
          <w:szCs w:val="28"/>
        </w:rPr>
      </w:pPr>
    </w:p>
    <w:tbl>
      <w:tblPr>
        <w:tblW w:w="7328" w:type="dxa"/>
        <w:jc w:val="center"/>
        <w:tblLook w:val="0000"/>
      </w:tblPr>
      <w:tblGrid>
        <w:gridCol w:w="2318"/>
        <w:gridCol w:w="5010"/>
      </w:tblGrid>
      <w:tr w:rsidR="0041553C">
        <w:trPr>
          <w:trHeight w:val="460"/>
          <w:jc w:val="center"/>
        </w:trPr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</w:tcPr>
          <w:p w:rsidR="0041553C" w:rsidRDefault="0041553C">
            <w:pPr>
              <w:tabs>
                <w:tab w:val="left" w:pos="1418"/>
              </w:tabs>
              <w:ind w:right="65" w:firstLine="567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</w:tcPr>
          <w:p w:rsidR="0041553C" w:rsidRDefault="0041553C">
            <w:pPr>
              <w:tabs>
                <w:tab w:val="left" w:pos="1418"/>
              </w:tabs>
              <w:spacing w:before="60" w:after="60"/>
              <w:ind w:right="62" w:firstLine="567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ПРИЛОЖЕНИЕ №1</w:t>
            </w:r>
          </w:p>
        </w:tc>
      </w:tr>
      <w:tr w:rsidR="0041553C">
        <w:trPr>
          <w:trHeight w:val="1640"/>
          <w:jc w:val="center"/>
        </w:trPr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</w:tcPr>
          <w:p w:rsidR="0041553C" w:rsidRDefault="0041553C">
            <w:pPr>
              <w:tabs>
                <w:tab w:val="left" w:pos="1418"/>
              </w:tabs>
              <w:ind w:right="65" w:firstLine="567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</w:tcPr>
          <w:p w:rsidR="0041553C" w:rsidRDefault="0041553C">
            <w:pPr>
              <w:pStyle w:val="NoSpacing"/>
              <w:tabs>
                <w:tab w:val="left" w:pos="1418"/>
              </w:tabs>
              <w:ind w:right="65" w:firstLine="56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          УТВЕРЖДЕНО</w:t>
            </w:r>
          </w:p>
          <w:p w:rsidR="0041553C" w:rsidRDefault="0041553C">
            <w:pPr>
              <w:pStyle w:val="NoSpacing"/>
              <w:tabs>
                <w:tab w:val="left" w:pos="1418"/>
              </w:tabs>
              <w:ind w:right="65" w:firstLine="56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постановлением администрации</w:t>
            </w:r>
          </w:p>
          <w:p w:rsidR="0041553C" w:rsidRDefault="0041553C">
            <w:pPr>
              <w:pStyle w:val="NoSpacing"/>
              <w:tabs>
                <w:tab w:val="left" w:pos="1418"/>
              </w:tabs>
              <w:ind w:right="65" w:firstLine="56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района  от 09.10. 2014  №1395</w:t>
            </w:r>
          </w:p>
          <w:p w:rsidR="0041553C" w:rsidRDefault="0041553C">
            <w:pPr>
              <w:tabs>
                <w:tab w:val="left" w:pos="1418"/>
              </w:tabs>
              <w:ind w:right="65" w:firstLine="567"/>
              <w:rPr>
                <w:rFonts w:cs="Times New Roman"/>
                <w:sz w:val="28"/>
                <w:szCs w:val="28"/>
              </w:rPr>
            </w:pPr>
          </w:p>
        </w:tc>
      </w:tr>
    </w:tbl>
    <w:p w:rsidR="0041553C" w:rsidRDefault="0041553C">
      <w:pPr>
        <w:shd w:val="clear" w:color="auto" w:fill="FFFFFF"/>
        <w:tabs>
          <w:tab w:val="left" w:pos="1418"/>
        </w:tabs>
        <w:ind w:right="65" w:firstLine="567"/>
        <w:rPr>
          <w:rFonts w:cs="Times New Roman"/>
          <w:sz w:val="28"/>
          <w:szCs w:val="28"/>
        </w:rPr>
      </w:pPr>
    </w:p>
    <w:p w:rsidR="0041553C" w:rsidRDefault="0041553C">
      <w:pPr>
        <w:shd w:val="clear" w:color="auto" w:fill="FFFFFF"/>
        <w:tabs>
          <w:tab w:val="left" w:pos="1418"/>
        </w:tabs>
        <w:spacing w:before="60" w:after="60" w:line="576" w:lineRule="exact"/>
        <w:ind w:right="65" w:firstLine="567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 xml:space="preserve">ПОЛОЖЕНИЕ </w:t>
      </w:r>
    </w:p>
    <w:p w:rsidR="0041553C" w:rsidRDefault="0041553C">
      <w:pPr>
        <w:shd w:val="clear" w:color="auto" w:fill="FFFFFF"/>
        <w:tabs>
          <w:tab w:val="left" w:pos="1418"/>
        </w:tabs>
        <w:spacing w:before="60" w:after="60" w:line="576" w:lineRule="exact"/>
        <w:ind w:right="65" w:firstLine="567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о муниципальном кадровом резерве Первомайского района</w:t>
      </w:r>
    </w:p>
    <w:p w:rsidR="0041553C" w:rsidRDefault="0041553C">
      <w:pPr>
        <w:shd w:val="clear" w:color="auto" w:fill="FFFFFF"/>
        <w:tabs>
          <w:tab w:val="left" w:pos="1418"/>
        </w:tabs>
        <w:spacing w:before="614" w:line="576" w:lineRule="exact"/>
        <w:ind w:right="65" w:firstLine="567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1.Общие положения</w:t>
      </w:r>
    </w:p>
    <w:p w:rsidR="0041553C" w:rsidRDefault="0041553C">
      <w:pPr>
        <w:shd w:val="clear" w:color="auto" w:fill="FFFFFF"/>
        <w:tabs>
          <w:tab w:val="left" w:pos="1013"/>
          <w:tab w:val="left" w:pos="1418"/>
        </w:tabs>
        <w:spacing w:before="259" w:line="298" w:lineRule="exact"/>
        <w:ind w:right="65"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1.1.</w:t>
      </w:r>
      <w:r>
        <w:rPr>
          <w:rFonts w:cs="Times New Roman"/>
          <w:sz w:val="28"/>
          <w:szCs w:val="28"/>
        </w:rPr>
        <w:tab/>
        <w:t>Положение о муниципальном кадровом резерве (далее - Положение) определяет порядок формирования муниципального кадрового резерва и его подготовки для выдвижения на:</w:t>
      </w:r>
    </w:p>
    <w:p w:rsidR="0041553C" w:rsidRDefault="0041553C">
      <w:pPr>
        <w:shd w:val="clear" w:color="auto" w:fill="FFFFFF"/>
        <w:tabs>
          <w:tab w:val="left" w:pos="1418"/>
        </w:tabs>
        <w:spacing w:before="10" w:line="298" w:lineRule="exact"/>
        <w:ind w:right="65"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 замещение должностей муниципальной службы администрации района;</w:t>
      </w:r>
    </w:p>
    <w:p w:rsidR="0041553C" w:rsidRDefault="0041553C">
      <w:pPr>
        <w:shd w:val="clear" w:color="auto" w:fill="FFFFFF"/>
        <w:tabs>
          <w:tab w:val="left" w:pos="1418"/>
        </w:tabs>
        <w:spacing w:line="298" w:lineRule="exact"/>
        <w:ind w:right="65"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-должности руководителей муниципальных предприятий и муниципальных учреждений.</w:t>
      </w:r>
    </w:p>
    <w:p w:rsidR="0041553C" w:rsidRDefault="0041553C">
      <w:pPr>
        <w:shd w:val="clear" w:color="auto" w:fill="FFFFFF"/>
        <w:tabs>
          <w:tab w:val="left" w:pos="1013"/>
          <w:tab w:val="left" w:pos="1418"/>
        </w:tabs>
        <w:spacing w:before="14" w:line="298" w:lineRule="exact"/>
        <w:ind w:right="65"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1.2.</w:t>
      </w:r>
      <w:r>
        <w:rPr>
          <w:rFonts w:cs="Times New Roman"/>
          <w:sz w:val="28"/>
          <w:szCs w:val="28"/>
        </w:rPr>
        <w:tab/>
        <w:t>Под муниципальным кадровым резервом (далее - кадровый резерв) понимается группа специально отобранных перспективных специалистов, наиболее опытных, авторитетных, высокоэффективных профессионалов, обладающих достаточным опытом работы, навыками и умениями в сфере управления, отвечающих квалификационным и иным требованиям, установленным действующим законодательством, и способных по своим деловым и личностным качествам осуществлять профессиональную деятельность по соответствующим резервируемым должностям.</w:t>
      </w:r>
    </w:p>
    <w:p w:rsidR="0041553C" w:rsidRDefault="0041553C">
      <w:pPr>
        <w:shd w:val="clear" w:color="auto" w:fill="FFFFFF"/>
        <w:tabs>
          <w:tab w:val="left" w:pos="1176"/>
          <w:tab w:val="left" w:pos="1418"/>
        </w:tabs>
        <w:spacing w:line="302" w:lineRule="exact"/>
        <w:ind w:right="65"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1.3.Зачисление в кадровый резерв производится на основании решения экспертного Совета по формированию и подготовке резерва муниципальных кадров Первомайского района, по итогам аттестации. </w:t>
      </w:r>
    </w:p>
    <w:p w:rsidR="0041553C" w:rsidRDefault="0041553C">
      <w:pPr>
        <w:shd w:val="clear" w:color="auto" w:fill="FFFFFF"/>
        <w:tabs>
          <w:tab w:val="left" w:pos="994"/>
          <w:tab w:val="left" w:pos="1418"/>
        </w:tabs>
        <w:spacing w:line="302" w:lineRule="exact"/>
        <w:ind w:right="65"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1.4.</w:t>
      </w:r>
      <w:r>
        <w:rPr>
          <w:rFonts w:cs="Times New Roman"/>
          <w:sz w:val="28"/>
          <w:szCs w:val="28"/>
        </w:rPr>
        <w:tab/>
        <w:t>Срок пребывания в кадровом резерве составляет три года.</w:t>
      </w:r>
    </w:p>
    <w:p w:rsidR="0041553C" w:rsidRDefault="0041553C">
      <w:pPr>
        <w:shd w:val="clear" w:color="auto" w:fill="FFFFFF"/>
        <w:tabs>
          <w:tab w:val="left" w:pos="1219"/>
          <w:tab w:val="left" w:pos="1418"/>
        </w:tabs>
        <w:ind w:right="65"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1.5.Организационное и методическое обеспечение работы по формированию и подготовке кадрового резерва осуществляется отделом организационной, кадровой работы, взаимодействия с органами местного самоуправления и общественностью администрации района.</w:t>
      </w:r>
    </w:p>
    <w:p w:rsidR="0041553C" w:rsidRDefault="0041553C">
      <w:pPr>
        <w:shd w:val="clear" w:color="auto" w:fill="FFFFFF"/>
        <w:tabs>
          <w:tab w:val="left" w:pos="1418"/>
        </w:tabs>
        <w:spacing w:before="269"/>
        <w:ind w:right="65" w:firstLine="567"/>
        <w:jc w:val="both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2. Цели, задачи и принципы формирования кадрового резерва</w:t>
      </w:r>
    </w:p>
    <w:p w:rsidR="0041553C" w:rsidRDefault="0041553C">
      <w:pPr>
        <w:shd w:val="clear" w:color="auto" w:fill="FFFFFF"/>
        <w:tabs>
          <w:tab w:val="left" w:pos="1418"/>
        </w:tabs>
        <w:spacing w:before="250" w:line="307" w:lineRule="exact"/>
        <w:ind w:right="65"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2.1. Кадровый резерв создается в целях обеспечения преемственности муниципального управления, совершенствования деятельности по подбору, подготовке и расстановке кадров, способных профессионально и эффективно реализовывать задачи и санкции соответствующих структурных подразделений администрации района, муниципальных предприятий и муниципальных учреждений, улучшения их качественного состава, своевременного удовлетворения дополнительной потребности в кадрах и сокращения периода адаптации при назначении на вышестоящие должности.</w:t>
      </w:r>
    </w:p>
    <w:p w:rsidR="0041553C" w:rsidRDefault="0041553C">
      <w:pPr>
        <w:shd w:val="clear" w:color="auto" w:fill="FFFFFF"/>
        <w:tabs>
          <w:tab w:val="left" w:pos="1418"/>
        </w:tabs>
        <w:spacing w:before="250" w:line="307" w:lineRule="exact"/>
        <w:ind w:right="65"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2.2.Основными задачами создания кадрового резерва являются:</w:t>
      </w:r>
    </w:p>
    <w:p w:rsidR="0041553C" w:rsidRDefault="0041553C">
      <w:pPr>
        <w:widowControl w:val="0"/>
        <w:numPr>
          <w:ilvl w:val="0"/>
          <w:numId w:val="1"/>
        </w:numPr>
        <w:shd w:val="clear" w:color="auto" w:fill="FFFFFF"/>
        <w:tabs>
          <w:tab w:val="left" w:pos="773"/>
          <w:tab w:val="left" w:pos="1418"/>
        </w:tabs>
        <w:autoSpaceDE w:val="0"/>
        <w:autoSpaceDN w:val="0"/>
        <w:adjustRightInd w:val="0"/>
        <w:spacing w:line="302" w:lineRule="exact"/>
        <w:ind w:right="65"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обеспечение своевременного замещения вакантных резервируемых должностей кандидатами, обладающими необходимыми профессиональными знаниями, деловыми качествами;</w:t>
      </w:r>
    </w:p>
    <w:p w:rsidR="0041553C" w:rsidRDefault="0041553C">
      <w:pPr>
        <w:widowControl w:val="0"/>
        <w:numPr>
          <w:ilvl w:val="0"/>
          <w:numId w:val="1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spacing w:line="302" w:lineRule="exact"/>
        <w:ind w:right="65"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реализация прав граждан на равный доступ к муниципальному управлению;</w:t>
      </w:r>
    </w:p>
    <w:p w:rsidR="0041553C" w:rsidRDefault="0041553C">
      <w:pPr>
        <w:widowControl w:val="0"/>
        <w:numPr>
          <w:ilvl w:val="0"/>
          <w:numId w:val="2"/>
        </w:numPr>
        <w:shd w:val="clear" w:color="auto" w:fill="FFFFFF"/>
        <w:tabs>
          <w:tab w:val="left" w:pos="672"/>
          <w:tab w:val="left" w:pos="1418"/>
        </w:tabs>
        <w:autoSpaceDE w:val="0"/>
        <w:autoSpaceDN w:val="0"/>
        <w:adjustRightInd w:val="0"/>
        <w:spacing w:line="302" w:lineRule="exact"/>
        <w:ind w:right="65"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обеспечение потребности в высококвалифицированных специалистах;</w:t>
      </w:r>
    </w:p>
    <w:p w:rsidR="0041553C" w:rsidRDefault="0041553C">
      <w:pPr>
        <w:widowControl w:val="0"/>
        <w:numPr>
          <w:ilvl w:val="0"/>
          <w:numId w:val="2"/>
        </w:numPr>
        <w:shd w:val="clear" w:color="auto" w:fill="FFFFFF"/>
        <w:tabs>
          <w:tab w:val="left" w:pos="672"/>
          <w:tab w:val="left" w:pos="1418"/>
        </w:tabs>
        <w:autoSpaceDE w:val="0"/>
        <w:autoSpaceDN w:val="0"/>
        <w:adjustRightInd w:val="0"/>
        <w:spacing w:line="302" w:lineRule="exact"/>
        <w:ind w:right="65"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содействие профессиональному и должностному росту.</w:t>
      </w:r>
    </w:p>
    <w:p w:rsidR="0041553C" w:rsidRDefault="0041553C">
      <w:pPr>
        <w:shd w:val="clear" w:color="auto" w:fill="FFFFFF"/>
        <w:tabs>
          <w:tab w:val="left" w:pos="1114"/>
          <w:tab w:val="left" w:pos="1418"/>
        </w:tabs>
        <w:spacing w:line="302" w:lineRule="exact"/>
        <w:ind w:right="65"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2.3.</w:t>
      </w:r>
      <w:r>
        <w:rPr>
          <w:rFonts w:cs="Times New Roman"/>
          <w:sz w:val="28"/>
          <w:szCs w:val="28"/>
        </w:rPr>
        <w:tab/>
        <w:t>Формирование, подготовка и использование кадрового резерва основаны на принципах:</w:t>
      </w:r>
    </w:p>
    <w:p w:rsidR="0041553C" w:rsidRDefault="0041553C">
      <w:pPr>
        <w:widowControl w:val="0"/>
        <w:numPr>
          <w:ilvl w:val="0"/>
          <w:numId w:val="2"/>
        </w:numPr>
        <w:shd w:val="clear" w:color="auto" w:fill="FFFFFF"/>
        <w:tabs>
          <w:tab w:val="left" w:pos="672"/>
          <w:tab w:val="left" w:pos="1418"/>
        </w:tabs>
        <w:autoSpaceDE w:val="0"/>
        <w:autoSpaceDN w:val="0"/>
        <w:adjustRightInd w:val="0"/>
        <w:spacing w:line="302" w:lineRule="exact"/>
        <w:ind w:right="65"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законности;</w:t>
      </w:r>
    </w:p>
    <w:p w:rsidR="0041553C" w:rsidRDefault="0041553C">
      <w:pPr>
        <w:widowControl w:val="0"/>
        <w:numPr>
          <w:ilvl w:val="0"/>
          <w:numId w:val="2"/>
        </w:numPr>
        <w:shd w:val="clear" w:color="auto" w:fill="FFFFFF"/>
        <w:tabs>
          <w:tab w:val="left" w:pos="672"/>
          <w:tab w:val="left" w:pos="1418"/>
        </w:tabs>
        <w:autoSpaceDE w:val="0"/>
        <w:autoSpaceDN w:val="0"/>
        <w:adjustRightInd w:val="0"/>
        <w:spacing w:line="302" w:lineRule="exact"/>
        <w:ind w:right="65"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открытости;</w:t>
      </w:r>
    </w:p>
    <w:p w:rsidR="0041553C" w:rsidRDefault="0041553C">
      <w:pPr>
        <w:widowControl w:val="0"/>
        <w:numPr>
          <w:ilvl w:val="0"/>
          <w:numId w:val="2"/>
        </w:numPr>
        <w:shd w:val="clear" w:color="auto" w:fill="FFFFFF"/>
        <w:tabs>
          <w:tab w:val="left" w:pos="672"/>
          <w:tab w:val="left" w:pos="1418"/>
        </w:tabs>
        <w:autoSpaceDE w:val="0"/>
        <w:autoSpaceDN w:val="0"/>
        <w:adjustRightInd w:val="0"/>
        <w:spacing w:line="302" w:lineRule="exact"/>
        <w:ind w:right="65"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добровольности включения в кадровый резерв;</w:t>
      </w:r>
    </w:p>
    <w:p w:rsidR="0041553C" w:rsidRDefault="0041553C">
      <w:pPr>
        <w:shd w:val="clear" w:color="auto" w:fill="FFFFFF"/>
        <w:tabs>
          <w:tab w:val="left" w:pos="782"/>
          <w:tab w:val="left" w:pos="1418"/>
        </w:tabs>
        <w:spacing w:line="302" w:lineRule="exact"/>
        <w:ind w:right="65"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>
        <w:rPr>
          <w:rFonts w:cs="Times New Roman"/>
          <w:sz w:val="28"/>
          <w:szCs w:val="28"/>
        </w:rPr>
        <w:tab/>
        <w:t>единства основных требований, предъявляемых к кандидатам для включения в кадровый резерв;</w:t>
      </w:r>
    </w:p>
    <w:p w:rsidR="0041553C" w:rsidRDefault="0041553C">
      <w:pPr>
        <w:widowControl w:val="0"/>
        <w:numPr>
          <w:ilvl w:val="0"/>
          <w:numId w:val="3"/>
        </w:numPr>
        <w:shd w:val="clear" w:color="auto" w:fill="FFFFFF"/>
        <w:tabs>
          <w:tab w:val="left" w:pos="686"/>
          <w:tab w:val="left" w:pos="1418"/>
        </w:tabs>
        <w:autoSpaceDE w:val="0"/>
        <w:autoSpaceDN w:val="0"/>
        <w:adjustRightInd w:val="0"/>
        <w:spacing w:line="302" w:lineRule="exact"/>
        <w:ind w:right="65"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объективности оценки кандидатов на включение в кадровый резерв на основе учета их профессионального уровня, заслуг, деловых и личностных качеств;</w:t>
      </w:r>
    </w:p>
    <w:p w:rsidR="0041553C" w:rsidRDefault="0041553C">
      <w:pPr>
        <w:widowControl w:val="0"/>
        <w:numPr>
          <w:ilvl w:val="0"/>
          <w:numId w:val="3"/>
        </w:numPr>
        <w:shd w:val="clear" w:color="auto" w:fill="FFFFFF"/>
        <w:tabs>
          <w:tab w:val="left" w:pos="686"/>
          <w:tab w:val="left" w:pos="1418"/>
        </w:tabs>
        <w:autoSpaceDE w:val="0"/>
        <w:autoSpaceDN w:val="0"/>
        <w:adjustRightInd w:val="0"/>
        <w:spacing w:line="302" w:lineRule="exact"/>
        <w:ind w:right="65"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эффективности использования кадрового резерва;</w:t>
      </w:r>
    </w:p>
    <w:p w:rsidR="0041553C" w:rsidRDefault="0041553C">
      <w:pPr>
        <w:widowControl w:val="0"/>
        <w:numPr>
          <w:ilvl w:val="0"/>
          <w:numId w:val="3"/>
        </w:numPr>
        <w:shd w:val="clear" w:color="auto" w:fill="FFFFFF"/>
        <w:tabs>
          <w:tab w:val="left" w:pos="686"/>
          <w:tab w:val="left" w:pos="1418"/>
        </w:tabs>
        <w:autoSpaceDE w:val="0"/>
        <w:autoSpaceDN w:val="0"/>
        <w:adjustRightInd w:val="0"/>
        <w:spacing w:line="326" w:lineRule="exact"/>
        <w:ind w:right="65"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непрерывности работы с кадровым резервом, постоянного обновления его состава.</w:t>
      </w:r>
    </w:p>
    <w:p w:rsidR="0041553C" w:rsidRDefault="0041553C">
      <w:pPr>
        <w:shd w:val="clear" w:color="auto" w:fill="FFFFFF"/>
        <w:tabs>
          <w:tab w:val="left" w:pos="1418"/>
        </w:tabs>
        <w:spacing w:before="250"/>
        <w:ind w:right="65" w:firstLine="567"/>
        <w:jc w:val="both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3. Подбор кандидатов для включения в кадровый резерв</w:t>
      </w:r>
    </w:p>
    <w:p w:rsidR="0041553C" w:rsidRDefault="0041553C">
      <w:pPr>
        <w:shd w:val="clear" w:color="auto" w:fill="FFFFFF"/>
        <w:tabs>
          <w:tab w:val="left" w:pos="1418"/>
        </w:tabs>
        <w:spacing w:before="245" w:line="302" w:lineRule="exact"/>
        <w:ind w:right="65"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3.1.Подбор кандидатов для включения в кадровый резерв осуществляется по следующим критериям:</w:t>
      </w:r>
    </w:p>
    <w:p w:rsidR="0041553C" w:rsidRDefault="0041553C">
      <w:pPr>
        <w:shd w:val="clear" w:color="auto" w:fill="FFFFFF"/>
        <w:tabs>
          <w:tab w:val="left" w:pos="763"/>
          <w:tab w:val="left" w:pos="1418"/>
        </w:tabs>
        <w:spacing w:line="302" w:lineRule="exact"/>
        <w:ind w:right="65"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>
        <w:rPr>
          <w:rFonts w:cs="Times New Roman"/>
          <w:sz w:val="28"/>
          <w:szCs w:val="28"/>
        </w:rPr>
        <w:tab/>
        <w:t>квалификационные требования: гражданство Российской Федерации, соответствие образования направлению деятельности, наличие соответствующего стажа (опыта работы);</w:t>
      </w:r>
    </w:p>
    <w:p w:rsidR="0041553C" w:rsidRDefault="0041553C">
      <w:pPr>
        <w:widowControl w:val="0"/>
        <w:numPr>
          <w:ilvl w:val="0"/>
          <w:numId w:val="4"/>
        </w:numPr>
        <w:shd w:val="clear" w:color="auto" w:fill="FFFFFF"/>
        <w:tabs>
          <w:tab w:val="left" w:pos="859"/>
          <w:tab w:val="left" w:pos="1418"/>
        </w:tabs>
        <w:autoSpaceDE w:val="0"/>
        <w:autoSpaceDN w:val="0"/>
        <w:adjustRightInd w:val="0"/>
        <w:spacing w:line="302" w:lineRule="exact"/>
        <w:ind w:right="65"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профессионально-деловые качества: наличие профессиональных знаний, повышение профессионального уровня;</w:t>
      </w:r>
    </w:p>
    <w:p w:rsidR="0041553C" w:rsidRDefault="0041553C">
      <w:pPr>
        <w:widowControl w:val="0"/>
        <w:numPr>
          <w:ilvl w:val="0"/>
          <w:numId w:val="4"/>
        </w:numPr>
        <w:shd w:val="clear" w:color="auto" w:fill="FFFFFF"/>
        <w:tabs>
          <w:tab w:val="left" w:pos="859"/>
          <w:tab w:val="left" w:pos="1418"/>
        </w:tabs>
        <w:autoSpaceDE w:val="0"/>
        <w:autoSpaceDN w:val="0"/>
        <w:adjustRightInd w:val="0"/>
        <w:spacing w:line="302" w:lineRule="exact"/>
        <w:ind w:right="65"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коммуникативные навыки: ведение деловых бесед, совещаний, способность анализировать и принимать обоснованные решения, деловая активность;</w:t>
      </w:r>
    </w:p>
    <w:p w:rsidR="0041553C" w:rsidRDefault="0041553C">
      <w:pPr>
        <w:widowControl w:val="0"/>
        <w:numPr>
          <w:ilvl w:val="0"/>
          <w:numId w:val="4"/>
        </w:numPr>
        <w:shd w:val="clear" w:color="auto" w:fill="FFFFFF"/>
        <w:tabs>
          <w:tab w:val="left" w:pos="859"/>
          <w:tab w:val="left" w:pos="1418"/>
        </w:tabs>
        <w:autoSpaceDE w:val="0"/>
        <w:autoSpaceDN w:val="0"/>
        <w:adjustRightInd w:val="0"/>
        <w:spacing w:line="302" w:lineRule="exact"/>
        <w:ind w:right="65"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личностные качества: честность, порядочность, ответственность, добросовестность, работоспособность, объективность, коммуникабельность, корректность, инициативность, оперативность,  стрессоустойчивость.</w:t>
      </w:r>
    </w:p>
    <w:p w:rsidR="0041553C" w:rsidRDefault="0041553C">
      <w:pPr>
        <w:shd w:val="clear" w:color="auto" w:fill="FFFFFF"/>
        <w:tabs>
          <w:tab w:val="left" w:pos="1418"/>
        </w:tabs>
        <w:spacing w:line="302" w:lineRule="exact"/>
        <w:ind w:right="65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3.2.В отделе организационной, кадровой работы, взаимодействия с органами местного самоуправления и общественностью администрации района создается банк данных первичного учета перспективных кадров. </w:t>
      </w:r>
    </w:p>
    <w:p w:rsidR="0041553C" w:rsidRDefault="0041553C">
      <w:pPr>
        <w:shd w:val="clear" w:color="auto" w:fill="FFFFFF"/>
        <w:tabs>
          <w:tab w:val="left" w:pos="1418"/>
        </w:tabs>
        <w:spacing w:line="302" w:lineRule="exact"/>
        <w:ind w:right="65"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3.2.1.Работа с банком данных первичного учета перспективных кадров заключается в проведении мониторинга и осуществлении отбора наиболее перспективных кандидатов с помощью процедур тестирования, анкетирования, собеседования и др.</w:t>
      </w:r>
    </w:p>
    <w:p w:rsidR="0041553C" w:rsidRDefault="0041553C">
      <w:pPr>
        <w:shd w:val="clear" w:color="auto" w:fill="FFFFFF"/>
        <w:tabs>
          <w:tab w:val="left" w:pos="1418"/>
        </w:tabs>
        <w:spacing w:line="298" w:lineRule="exact"/>
        <w:ind w:right="65"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3.3.  Кандидаты в кадровый резерв группируются в списки на включение в кадровый резерв:</w:t>
      </w:r>
    </w:p>
    <w:p w:rsidR="0041553C" w:rsidRDefault="0041553C">
      <w:pPr>
        <w:shd w:val="clear" w:color="auto" w:fill="FFFFFF"/>
        <w:tabs>
          <w:tab w:val="left" w:pos="662"/>
          <w:tab w:val="left" w:pos="1418"/>
        </w:tabs>
        <w:spacing w:line="298" w:lineRule="exact"/>
        <w:ind w:right="65"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>
        <w:rPr>
          <w:rFonts w:cs="Times New Roman"/>
          <w:sz w:val="28"/>
          <w:szCs w:val="28"/>
        </w:rPr>
        <w:tab/>
        <w:t>на должности муниципальной службы администрации  района;</w:t>
      </w:r>
    </w:p>
    <w:p w:rsidR="0041553C" w:rsidRDefault="0041553C">
      <w:pPr>
        <w:shd w:val="clear" w:color="auto" w:fill="FFFFFF"/>
        <w:tabs>
          <w:tab w:val="left" w:pos="1418"/>
        </w:tabs>
        <w:spacing w:line="298" w:lineRule="exact"/>
        <w:ind w:right="65"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-на  должности  руководителей  и  заместителей   руководителей муниципальных предприятий и учреждений.      </w:t>
      </w:r>
    </w:p>
    <w:p w:rsidR="0041553C" w:rsidRDefault="0041553C">
      <w:pPr>
        <w:shd w:val="clear" w:color="auto" w:fill="FFFFFF"/>
        <w:tabs>
          <w:tab w:val="left" w:pos="1418"/>
        </w:tabs>
        <w:spacing w:line="298" w:lineRule="exact"/>
        <w:ind w:right="65"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                                                        </w:t>
      </w:r>
    </w:p>
    <w:p w:rsidR="0041553C" w:rsidRDefault="0041553C">
      <w:pPr>
        <w:shd w:val="clear" w:color="auto" w:fill="FFFFFF"/>
        <w:tabs>
          <w:tab w:val="left" w:pos="1418"/>
        </w:tabs>
        <w:spacing w:line="302" w:lineRule="exact"/>
        <w:ind w:right="65" w:firstLine="567"/>
        <w:jc w:val="both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4.Порядок формирования и ведения кадрового резерва.</w:t>
      </w:r>
    </w:p>
    <w:p w:rsidR="0041553C" w:rsidRDefault="0041553C">
      <w:pPr>
        <w:shd w:val="clear" w:color="auto" w:fill="FFFFFF"/>
        <w:tabs>
          <w:tab w:val="left" w:pos="1418"/>
        </w:tabs>
        <w:spacing w:line="302" w:lineRule="exact"/>
        <w:ind w:right="65" w:firstLine="567"/>
        <w:jc w:val="both"/>
        <w:rPr>
          <w:rFonts w:cs="Times New Roman"/>
          <w:sz w:val="28"/>
          <w:szCs w:val="28"/>
        </w:rPr>
      </w:pPr>
    </w:p>
    <w:p w:rsidR="0041553C" w:rsidRDefault="0041553C">
      <w:pPr>
        <w:shd w:val="clear" w:color="auto" w:fill="FFFFFF"/>
        <w:tabs>
          <w:tab w:val="left" w:pos="1418"/>
        </w:tabs>
        <w:spacing w:line="302" w:lineRule="exact"/>
        <w:ind w:right="65"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4.1.На основании  решения  экспертного Совета  на включение в кадровый резерв для замещения должности муниципальной службы,  формируются списки лиц, включенных в кадровый резерв.</w:t>
      </w:r>
    </w:p>
    <w:p w:rsidR="0041553C" w:rsidRDefault="0041553C">
      <w:pPr>
        <w:shd w:val="clear" w:color="auto" w:fill="FFFFFF"/>
        <w:tabs>
          <w:tab w:val="left" w:pos="1418"/>
        </w:tabs>
        <w:spacing w:line="302" w:lineRule="exact"/>
        <w:ind w:right="65"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4.2.Список кадрового резерва формируется ежегодно к 1 апреля и утверждается  постановлением администрации района</w:t>
      </w:r>
    </w:p>
    <w:p w:rsidR="0041553C" w:rsidRDefault="0041553C">
      <w:pPr>
        <w:shd w:val="clear" w:color="auto" w:fill="FFFFFF"/>
        <w:tabs>
          <w:tab w:val="left" w:pos="1171"/>
          <w:tab w:val="left" w:pos="1418"/>
        </w:tabs>
        <w:spacing w:line="302" w:lineRule="exact"/>
        <w:ind w:right="65"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4.3.К документам личного дела,  включенного в кадровый резерв (далее- резервист), приобщаются:</w:t>
      </w:r>
    </w:p>
    <w:p w:rsidR="0041553C" w:rsidRDefault="0041553C">
      <w:pPr>
        <w:shd w:val="clear" w:color="auto" w:fill="FFFFFF"/>
        <w:tabs>
          <w:tab w:val="left" w:pos="792"/>
          <w:tab w:val="left" w:pos="1418"/>
        </w:tabs>
        <w:spacing w:line="302" w:lineRule="exact"/>
        <w:ind w:right="65"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>
        <w:rPr>
          <w:rFonts w:cs="Times New Roman"/>
          <w:sz w:val="28"/>
          <w:szCs w:val="28"/>
        </w:rPr>
        <w:tab/>
        <w:t>выписка из постановления администрации района о включении в кадровый резерв (об исключении из кадрового резерва);</w:t>
      </w:r>
    </w:p>
    <w:p w:rsidR="0041553C" w:rsidRDefault="0041553C">
      <w:pPr>
        <w:shd w:val="clear" w:color="auto" w:fill="FFFFFF"/>
        <w:tabs>
          <w:tab w:val="left" w:pos="691"/>
          <w:tab w:val="left" w:pos="1418"/>
        </w:tabs>
        <w:spacing w:line="302" w:lineRule="exact"/>
        <w:ind w:right="65"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>
        <w:rPr>
          <w:rFonts w:cs="Times New Roman"/>
          <w:sz w:val="28"/>
          <w:szCs w:val="28"/>
        </w:rPr>
        <w:tab/>
        <w:t>индивидуальный план развития;</w:t>
      </w:r>
    </w:p>
    <w:p w:rsidR="0041553C" w:rsidRDefault="0041553C">
      <w:pPr>
        <w:shd w:val="clear" w:color="auto" w:fill="FFFFFF"/>
        <w:tabs>
          <w:tab w:val="left" w:pos="917"/>
          <w:tab w:val="left" w:pos="1418"/>
        </w:tabs>
        <w:spacing w:line="302" w:lineRule="exact"/>
        <w:ind w:right="65"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-документы о профессиональной подготовке, переподготовке, повышении квалификации и стажировке в период нахождения в кадровом резерве;</w:t>
      </w:r>
    </w:p>
    <w:p w:rsidR="0041553C" w:rsidRDefault="0041553C">
      <w:pPr>
        <w:shd w:val="clear" w:color="auto" w:fill="FFFFFF"/>
        <w:tabs>
          <w:tab w:val="left" w:pos="802"/>
          <w:tab w:val="left" w:pos="1418"/>
        </w:tabs>
        <w:spacing w:line="302" w:lineRule="exact"/>
        <w:ind w:right="65"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>
        <w:rPr>
          <w:rFonts w:cs="Times New Roman"/>
          <w:sz w:val="28"/>
          <w:szCs w:val="28"/>
        </w:rPr>
        <w:tab/>
        <w:t>отчеты о выполнении индивидуального плана развития, другие документы, связанные с нахождением резервиста в кадровом резерве.</w:t>
      </w:r>
    </w:p>
    <w:p w:rsidR="0041553C" w:rsidRDefault="0041553C">
      <w:pPr>
        <w:shd w:val="clear" w:color="auto" w:fill="FFFFFF"/>
        <w:tabs>
          <w:tab w:val="left" w:pos="1418"/>
        </w:tabs>
        <w:spacing w:line="302" w:lineRule="exact"/>
        <w:ind w:right="65"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4.4.Личные дела резервистов хранятся в отделе  организационной, кадровой работы, взаимодействия с органами местного самоуправления и общественностью администрации района в течение всего периода нахождения резервиста в кадровом резерве и трех лет после его исключения. После истечения указанного срока документы подлежат уничтожению в установленном порядке.</w:t>
      </w:r>
    </w:p>
    <w:p w:rsidR="0041553C" w:rsidRDefault="0041553C">
      <w:pPr>
        <w:shd w:val="clear" w:color="auto" w:fill="FFFFFF"/>
        <w:tabs>
          <w:tab w:val="left" w:pos="1003"/>
          <w:tab w:val="left" w:pos="1418"/>
        </w:tabs>
        <w:spacing w:line="302" w:lineRule="exact"/>
        <w:ind w:right="65"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4.5.Состав кадрового резерва подлежит ежегодной корректировке.</w:t>
      </w:r>
    </w:p>
    <w:p w:rsidR="0041553C" w:rsidRDefault="0041553C">
      <w:pPr>
        <w:shd w:val="clear" w:color="auto" w:fill="FFFFFF"/>
        <w:tabs>
          <w:tab w:val="left" w:pos="1418"/>
        </w:tabs>
        <w:spacing w:line="302" w:lineRule="exact"/>
        <w:ind w:right="65" w:firstLine="567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Все изменения, вносимые в кадровый резерв, оформляются постановлением администрации района</w:t>
      </w:r>
    </w:p>
    <w:p w:rsidR="0041553C" w:rsidRDefault="0041553C">
      <w:pPr>
        <w:shd w:val="clear" w:color="auto" w:fill="FFFFFF"/>
        <w:tabs>
          <w:tab w:val="left" w:pos="1418"/>
        </w:tabs>
        <w:spacing w:line="302" w:lineRule="exact"/>
        <w:ind w:right="65" w:firstLine="567"/>
        <w:rPr>
          <w:rFonts w:cs="Times New Roman"/>
          <w:sz w:val="28"/>
          <w:szCs w:val="28"/>
        </w:rPr>
      </w:pPr>
    </w:p>
    <w:p w:rsidR="0041553C" w:rsidRDefault="0041553C">
      <w:pPr>
        <w:shd w:val="clear" w:color="auto" w:fill="FFFFFF"/>
        <w:tabs>
          <w:tab w:val="left" w:pos="1418"/>
        </w:tabs>
        <w:spacing w:line="302" w:lineRule="exact"/>
        <w:ind w:right="65" w:firstLine="567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5. Организация работы с кадровым резервом</w:t>
      </w:r>
    </w:p>
    <w:p w:rsidR="0041553C" w:rsidRDefault="0041553C">
      <w:pPr>
        <w:shd w:val="clear" w:color="auto" w:fill="FFFFFF"/>
        <w:tabs>
          <w:tab w:val="left" w:pos="1418"/>
        </w:tabs>
        <w:spacing w:before="250" w:line="302" w:lineRule="exact"/>
        <w:ind w:right="65"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5.1.Работа с кадровым резервом осуществляется на основе индивидуальных планов развития.</w:t>
      </w:r>
    </w:p>
    <w:p w:rsidR="0041553C" w:rsidRDefault="0041553C">
      <w:pPr>
        <w:shd w:val="clear" w:color="auto" w:fill="FFFFFF"/>
        <w:tabs>
          <w:tab w:val="left" w:pos="1418"/>
        </w:tabs>
        <w:spacing w:line="302" w:lineRule="exact"/>
        <w:ind w:right="65"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5.2.Индивидуальный план развития должен предусматривать конкретные мероприятия, обеспечивающие приобретение необходимых теоретических знаний и практических навыков для последующего замещения должности.</w:t>
      </w:r>
    </w:p>
    <w:p w:rsidR="0041553C" w:rsidRDefault="0041553C">
      <w:pPr>
        <w:shd w:val="clear" w:color="auto" w:fill="FFFFFF"/>
        <w:tabs>
          <w:tab w:val="left" w:pos="1418"/>
        </w:tabs>
        <w:spacing w:line="302" w:lineRule="exact"/>
        <w:ind w:right="65"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5.3.Индивидуальный план развития составляется в двух экземплярах, один из которых находится у резервиста, второй - в отделе  организационной, кадровой работы, взаимодействия с органами местного самоуправления и общественностью администрации района. </w:t>
      </w:r>
    </w:p>
    <w:p w:rsidR="0041553C" w:rsidRDefault="0041553C">
      <w:pPr>
        <w:shd w:val="clear" w:color="auto" w:fill="FFFFFF"/>
        <w:tabs>
          <w:tab w:val="left" w:pos="1418"/>
        </w:tabs>
        <w:spacing w:line="302" w:lineRule="exact"/>
        <w:ind w:right="65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5.4.Муниципальные служащие, включенные в кадровый резерв, имеют право на первоочередное обучение (теоретическую и практическую подготовку) за счет средств местного бюджета.</w:t>
      </w:r>
    </w:p>
    <w:p w:rsidR="0041553C" w:rsidRDefault="0041553C">
      <w:pPr>
        <w:shd w:val="clear" w:color="auto" w:fill="FFFFFF"/>
        <w:tabs>
          <w:tab w:val="left" w:pos="1418"/>
        </w:tabs>
        <w:spacing w:line="302" w:lineRule="exact"/>
        <w:ind w:right="65"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Для резервистов, не состоящих на муниципальной службе, отдел организационной, кадровой работы, взаимодействия с органами местного самоуправления и общественностью администрации района предлагает примерный перечень тем и направлений для обучения по отраслевой направленности. Теоретическая и практическая подготовка (обучение) производится как за счет собственных средств резервиста, так и за счет средств местного бюджета.</w:t>
      </w:r>
    </w:p>
    <w:p w:rsidR="0041553C" w:rsidRDefault="0041553C">
      <w:pPr>
        <w:shd w:val="clear" w:color="auto" w:fill="FFFFFF"/>
        <w:tabs>
          <w:tab w:val="left" w:pos="709"/>
        </w:tabs>
        <w:spacing w:line="302" w:lineRule="exact"/>
        <w:ind w:right="65" w:firstLine="567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5.5.Определение видов, форм, сроков, специализации и направления обучения, выбор программ и образовательных учреждений осуществляется с учетом задач и функций соответствующей должности.</w:t>
      </w:r>
    </w:p>
    <w:p w:rsidR="0041553C" w:rsidRDefault="0041553C">
      <w:pPr>
        <w:shd w:val="clear" w:color="auto" w:fill="FFFFFF"/>
        <w:tabs>
          <w:tab w:val="left" w:pos="1418"/>
        </w:tabs>
        <w:spacing w:line="302" w:lineRule="exact"/>
        <w:ind w:right="65" w:firstLine="567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5.6.Основными формами работы с резервистами являются:</w:t>
      </w:r>
    </w:p>
    <w:p w:rsidR="0041553C" w:rsidRDefault="0041553C">
      <w:pPr>
        <w:shd w:val="clear" w:color="auto" w:fill="FFFFFF"/>
        <w:tabs>
          <w:tab w:val="left" w:pos="667"/>
          <w:tab w:val="left" w:pos="1418"/>
        </w:tabs>
        <w:spacing w:line="302" w:lineRule="exact"/>
        <w:ind w:right="65"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-участие в мероприятиях, проводимых администрацией района (работа в составе рабочих, экспертных, проектных групп; участие в подготовке и проведении конференций, семинаров, совещаний и иных мероприятий);</w:t>
      </w:r>
    </w:p>
    <w:p w:rsidR="0041553C" w:rsidRDefault="0041553C">
      <w:pPr>
        <w:widowControl w:val="0"/>
        <w:numPr>
          <w:ilvl w:val="0"/>
          <w:numId w:val="5"/>
        </w:numPr>
        <w:shd w:val="clear" w:color="auto" w:fill="FFFFFF"/>
        <w:tabs>
          <w:tab w:val="left" w:pos="667"/>
          <w:tab w:val="left" w:pos="1418"/>
        </w:tabs>
        <w:autoSpaceDE w:val="0"/>
        <w:autoSpaceDN w:val="0"/>
        <w:adjustRightInd w:val="0"/>
        <w:spacing w:before="5" w:line="302" w:lineRule="exact"/>
        <w:ind w:right="65" w:firstLine="567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участие в разработке проектов нормативных правовых актов;</w:t>
      </w:r>
    </w:p>
    <w:p w:rsidR="0041553C" w:rsidRDefault="0041553C">
      <w:pPr>
        <w:shd w:val="clear" w:color="auto" w:fill="FFFFFF"/>
        <w:tabs>
          <w:tab w:val="left" w:pos="898"/>
          <w:tab w:val="left" w:pos="1418"/>
        </w:tabs>
        <w:spacing w:line="302" w:lineRule="exact"/>
        <w:ind w:right="65"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-подготовка индивидуальных заданий, аналитической и иной информации (материалов);</w:t>
      </w:r>
    </w:p>
    <w:p w:rsidR="0041553C" w:rsidRDefault="0041553C">
      <w:pPr>
        <w:widowControl w:val="0"/>
        <w:numPr>
          <w:ilvl w:val="0"/>
          <w:numId w:val="6"/>
        </w:numPr>
        <w:shd w:val="clear" w:color="auto" w:fill="FFFFFF"/>
        <w:tabs>
          <w:tab w:val="left" w:pos="720"/>
          <w:tab w:val="left" w:pos="1418"/>
        </w:tabs>
        <w:autoSpaceDE w:val="0"/>
        <w:autoSpaceDN w:val="0"/>
        <w:adjustRightInd w:val="0"/>
        <w:spacing w:line="302" w:lineRule="exact"/>
        <w:ind w:right="65"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организация краткосрочных стажировок в администрации района на резервируемых должностях;</w:t>
      </w:r>
    </w:p>
    <w:p w:rsidR="0041553C" w:rsidRDefault="0041553C">
      <w:pPr>
        <w:widowControl w:val="0"/>
        <w:numPr>
          <w:ilvl w:val="0"/>
          <w:numId w:val="6"/>
        </w:numPr>
        <w:shd w:val="clear" w:color="auto" w:fill="FFFFFF"/>
        <w:tabs>
          <w:tab w:val="left" w:pos="720"/>
          <w:tab w:val="left" w:pos="1418"/>
        </w:tabs>
        <w:autoSpaceDE w:val="0"/>
        <w:autoSpaceDN w:val="0"/>
        <w:adjustRightInd w:val="0"/>
        <w:spacing w:line="302" w:lineRule="exact"/>
        <w:ind w:right="65"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самообразование (изучение нормативной правовой базы по вопросам муниципального управления, специальным дисциплинам, знание которых необходимо для эффективного исполнения обязанностей на резервируемых должностях).</w:t>
      </w:r>
    </w:p>
    <w:p w:rsidR="0041553C" w:rsidRDefault="0041553C">
      <w:pPr>
        <w:shd w:val="clear" w:color="auto" w:fill="FFFFFF"/>
        <w:tabs>
          <w:tab w:val="left" w:pos="1224"/>
          <w:tab w:val="left" w:pos="1418"/>
        </w:tabs>
        <w:spacing w:line="307" w:lineRule="exact"/>
        <w:ind w:right="65"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5.7.Контроль за выполнением индивидуального плана развития резервиста осуществляет отдел организационной, кадровой работы, взаимодействия с органами местного самоуправления и общественностью администрации района.</w:t>
      </w:r>
    </w:p>
    <w:p w:rsidR="0041553C" w:rsidRDefault="0041553C">
      <w:pPr>
        <w:shd w:val="clear" w:color="auto" w:fill="FFFFFF"/>
        <w:tabs>
          <w:tab w:val="left" w:pos="1418"/>
        </w:tabs>
        <w:spacing w:line="307" w:lineRule="exact"/>
        <w:ind w:right="65"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 результатам выполнения индивидуального плана развития резервист готовит отчет и направляет его в отдел  организационной, кадровой работы, взаимодействия с органами местного самоуправления и общественностью администрации района.</w:t>
      </w:r>
    </w:p>
    <w:p w:rsidR="0041553C" w:rsidRDefault="0041553C">
      <w:pPr>
        <w:shd w:val="clear" w:color="auto" w:fill="FFFFFF"/>
        <w:tabs>
          <w:tab w:val="left" w:pos="1224"/>
          <w:tab w:val="left" w:pos="1418"/>
        </w:tabs>
        <w:spacing w:line="307" w:lineRule="exact"/>
        <w:ind w:right="65"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5.8. В случае, если более половины мероприятий индивидуального плана развития не выполнены, начальник отдела организационной, кадровой работы, взаимодействия с органами местного самоуправления и общественностью администрации района вправе внести предложение об исключении резервиста из кадрового резерва.</w:t>
      </w:r>
    </w:p>
    <w:p w:rsidR="0041553C" w:rsidRDefault="0041553C">
      <w:pPr>
        <w:shd w:val="clear" w:color="auto" w:fill="FFFFFF"/>
        <w:tabs>
          <w:tab w:val="left" w:pos="1418"/>
        </w:tabs>
        <w:spacing w:before="245"/>
        <w:ind w:right="65" w:firstLine="567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 xml:space="preserve">6. Порядок назначения на резервируемые должности  </w:t>
      </w:r>
    </w:p>
    <w:p w:rsidR="0041553C" w:rsidRDefault="0041553C">
      <w:pPr>
        <w:shd w:val="clear" w:color="auto" w:fill="FFFFFF"/>
        <w:spacing w:before="245"/>
        <w:ind w:right="65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</w:t>
      </w:r>
      <w:r>
        <w:rPr>
          <w:rFonts w:cs="Times New Roman"/>
          <w:sz w:val="28"/>
          <w:szCs w:val="28"/>
        </w:rPr>
        <w:tab/>
        <w:t>6.1. При  наличии  вакансии  по резервируемой  должности     резервисту направляется письмо с предложением замещения соответствующей должности.</w:t>
      </w:r>
    </w:p>
    <w:p w:rsidR="0041553C" w:rsidRDefault="0041553C">
      <w:pPr>
        <w:shd w:val="clear" w:color="auto" w:fill="FFFFFF"/>
        <w:tabs>
          <w:tab w:val="left" w:pos="1418"/>
        </w:tabs>
        <w:spacing w:line="302" w:lineRule="exact"/>
        <w:ind w:right="65"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6.2. При согласии резервиста отдел организационной, кадровой работы, взаимодействия с органами местного самоуправления и общественностью администрации района готовит служебную записку главе администрации района с предложениями по кандидатуре из кадрового резерва, с приложением необходимых документов, подтверждающих наличие квалификационных требований.</w:t>
      </w:r>
    </w:p>
    <w:p w:rsidR="0041553C" w:rsidRDefault="0041553C">
      <w:pPr>
        <w:shd w:val="clear" w:color="auto" w:fill="FFFFFF"/>
        <w:tabs>
          <w:tab w:val="left" w:pos="1418"/>
        </w:tabs>
        <w:spacing w:before="254"/>
        <w:ind w:right="62" w:firstLine="567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7. Основания для исключения из кадрового резерва</w:t>
      </w:r>
    </w:p>
    <w:p w:rsidR="0041553C" w:rsidRDefault="0041553C">
      <w:pPr>
        <w:shd w:val="clear" w:color="auto" w:fill="FFFFFF"/>
        <w:tabs>
          <w:tab w:val="left" w:pos="1418"/>
        </w:tabs>
        <w:spacing w:before="250" w:line="302" w:lineRule="exact"/>
        <w:ind w:right="65" w:firstLine="567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Резервист исключается из кадрового резерва в случае:</w:t>
      </w:r>
    </w:p>
    <w:p w:rsidR="0041553C" w:rsidRDefault="0041553C">
      <w:pPr>
        <w:widowControl w:val="0"/>
        <w:numPr>
          <w:ilvl w:val="0"/>
          <w:numId w:val="7"/>
        </w:numPr>
        <w:shd w:val="clear" w:color="auto" w:fill="FFFFFF"/>
        <w:tabs>
          <w:tab w:val="left" w:pos="696"/>
          <w:tab w:val="left" w:pos="1418"/>
        </w:tabs>
        <w:autoSpaceDE w:val="0"/>
        <w:autoSpaceDN w:val="0"/>
        <w:adjustRightInd w:val="0"/>
        <w:spacing w:line="302" w:lineRule="exact"/>
        <w:ind w:right="65" w:firstLine="567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назначения на резервируемую должность;</w:t>
      </w:r>
    </w:p>
    <w:p w:rsidR="0041553C" w:rsidRDefault="0041553C">
      <w:pPr>
        <w:widowControl w:val="0"/>
        <w:shd w:val="clear" w:color="auto" w:fill="FFFFFF"/>
        <w:tabs>
          <w:tab w:val="left" w:pos="696"/>
          <w:tab w:val="left" w:pos="1418"/>
        </w:tabs>
        <w:autoSpaceDE w:val="0"/>
        <w:autoSpaceDN w:val="0"/>
        <w:adjustRightInd w:val="0"/>
        <w:spacing w:line="302" w:lineRule="exact"/>
        <w:ind w:left="567" w:right="65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-подачи личного заявления об исключении из кадрового резерва;</w:t>
      </w:r>
    </w:p>
    <w:p w:rsidR="0041553C" w:rsidRDefault="0041553C">
      <w:pPr>
        <w:shd w:val="clear" w:color="auto" w:fill="FFFFFF"/>
        <w:tabs>
          <w:tab w:val="left" w:pos="806"/>
          <w:tab w:val="left" w:pos="1418"/>
        </w:tabs>
        <w:spacing w:line="302" w:lineRule="exact"/>
        <w:ind w:right="65"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-отказа от участия в выполнении мероприятий, предусмотренным планом индивидуального развития, или неудовлетворительной оценке выполнения им указанных мероприятий;</w:t>
      </w:r>
    </w:p>
    <w:p w:rsidR="0041553C" w:rsidRDefault="0041553C">
      <w:pPr>
        <w:shd w:val="clear" w:color="auto" w:fill="FFFFFF"/>
        <w:tabs>
          <w:tab w:val="left" w:pos="1418"/>
        </w:tabs>
        <w:spacing w:line="302" w:lineRule="exact"/>
        <w:ind w:right="65"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-снижения показателей эффективности и результативности профессиональной служебной деятельности;</w:t>
      </w:r>
    </w:p>
    <w:p w:rsidR="0041553C" w:rsidRDefault="0041553C">
      <w:pPr>
        <w:widowControl w:val="0"/>
        <w:numPr>
          <w:ilvl w:val="0"/>
          <w:numId w:val="2"/>
        </w:numPr>
        <w:shd w:val="clear" w:color="auto" w:fill="FFFFFF"/>
        <w:tabs>
          <w:tab w:val="left" w:pos="696"/>
          <w:tab w:val="left" w:pos="1418"/>
        </w:tabs>
        <w:autoSpaceDE w:val="0"/>
        <w:autoSpaceDN w:val="0"/>
        <w:adjustRightInd w:val="0"/>
        <w:spacing w:line="307" w:lineRule="exact"/>
        <w:ind w:right="65"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отказа от прохождения профессиональной переподготовки, повышения квалификации или стажировки;</w:t>
      </w:r>
    </w:p>
    <w:p w:rsidR="0041553C" w:rsidRDefault="0041553C">
      <w:pPr>
        <w:widowControl w:val="0"/>
        <w:numPr>
          <w:ilvl w:val="0"/>
          <w:numId w:val="2"/>
        </w:numPr>
        <w:shd w:val="clear" w:color="auto" w:fill="FFFFFF"/>
        <w:tabs>
          <w:tab w:val="left" w:pos="696"/>
          <w:tab w:val="left" w:pos="1418"/>
        </w:tabs>
        <w:autoSpaceDE w:val="0"/>
        <w:autoSpaceDN w:val="0"/>
        <w:adjustRightInd w:val="0"/>
        <w:spacing w:line="307" w:lineRule="exact"/>
        <w:ind w:right="65" w:firstLine="567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истечения срока нахождения в кадровом резерве;</w:t>
      </w:r>
    </w:p>
    <w:p w:rsidR="0041553C" w:rsidRDefault="0041553C">
      <w:pPr>
        <w:widowControl w:val="0"/>
        <w:numPr>
          <w:ilvl w:val="0"/>
          <w:numId w:val="2"/>
        </w:numPr>
        <w:shd w:val="clear" w:color="auto" w:fill="FFFFFF"/>
        <w:tabs>
          <w:tab w:val="left" w:pos="696"/>
          <w:tab w:val="left" w:pos="1418"/>
        </w:tabs>
        <w:autoSpaceDE w:val="0"/>
        <w:autoSpaceDN w:val="0"/>
        <w:adjustRightInd w:val="0"/>
        <w:spacing w:line="307" w:lineRule="exact"/>
        <w:ind w:right="65"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достижения предельного возраста, установленного для пребывания на муниципальной службе;</w:t>
      </w:r>
    </w:p>
    <w:p w:rsidR="0041553C" w:rsidRDefault="0041553C">
      <w:pPr>
        <w:widowControl w:val="0"/>
        <w:numPr>
          <w:ilvl w:val="0"/>
          <w:numId w:val="2"/>
        </w:numPr>
        <w:shd w:val="clear" w:color="auto" w:fill="FFFFFF"/>
        <w:tabs>
          <w:tab w:val="left" w:pos="696"/>
          <w:tab w:val="left" w:pos="1418"/>
        </w:tabs>
        <w:autoSpaceDE w:val="0"/>
        <w:autoSpaceDN w:val="0"/>
        <w:adjustRightInd w:val="0"/>
        <w:spacing w:line="307" w:lineRule="exact"/>
        <w:ind w:right="65"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признания недееспособным или ограниченно дееспособным решением суда, вступившим в законную силу;</w:t>
      </w:r>
    </w:p>
    <w:p w:rsidR="0041553C" w:rsidRDefault="0041553C">
      <w:pPr>
        <w:shd w:val="clear" w:color="auto" w:fill="FFFFFF"/>
        <w:tabs>
          <w:tab w:val="left" w:pos="811"/>
          <w:tab w:val="left" w:pos="1418"/>
        </w:tabs>
        <w:spacing w:line="317" w:lineRule="exact"/>
        <w:ind w:right="65"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>
        <w:rPr>
          <w:rFonts w:cs="Times New Roman"/>
          <w:sz w:val="28"/>
          <w:szCs w:val="28"/>
        </w:rPr>
        <w:tab/>
        <w:t>осуждения к наказанию, исключающему возможность  исполнения должностных обязанностей, по приговору суда, вступившему в   законную силу;</w:t>
      </w:r>
    </w:p>
    <w:p w:rsidR="0041553C" w:rsidRDefault="0041553C">
      <w:pPr>
        <w:shd w:val="clear" w:color="auto" w:fill="FFFFFF"/>
        <w:tabs>
          <w:tab w:val="left" w:pos="1418"/>
        </w:tabs>
        <w:spacing w:line="307" w:lineRule="exact"/>
        <w:ind w:right="65"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-возникновения заболевания, препятствующего исполнению обязанностей по целевым должностям, подтвержденного заключением медицинского учреждения;</w:t>
      </w:r>
    </w:p>
    <w:p w:rsidR="0041553C" w:rsidRDefault="0041553C">
      <w:pPr>
        <w:shd w:val="clear" w:color="auto" w:fill="FFFFFF"/>
        <w:tabs>
          <w:tab w:val="left" w:pos="720"/>
          <w:tab w:val="left" w:pos="1418"/>
        </w:tabs>
        <w:spacing w:line="307" w:lineRule="exact"/>
        <w:ind w:right="65" w:firstLine="567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>
        <w:rPr>
          <w:rFonts w:cs="Times New Roman"/>
          <w:sz w:val="28"/>
          <w:szCs w:val="28"/>
        </w:rPr>
        <w:tab/>
        <w:t>выхода из гражданства Российской Федерации;</w:t>
      </w:r>
    </w:p>
    <w:p w:rsidR="0041553C" w:rsidRDefault="0041553C">
      <w:pPr>
        <w:shd w:val="clear" w:color="auto" w:fill="FFFFFF"/>
        <w:tabs>
          <w:tab w:val="left" w:pos="1418"/>
        </w:tabs>
        <w:spacing w:line="307" w:lineRule="exact"/>
        <w:ind w:right="65"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-возникновения установленных законодательством оснований, препятствующих поступлению на муниципальную службу (применяется только в отношении резервистов, претендующих на замещение должностей муниципальной службы);</w:t>
      </w:r>
    </w:p>
    <w:p w:rsidR="0041553C" w:rsidRDefault="0041553C">
      <w:pPr>
        <w:shd w:val="clear" w:color="auto" w:fill="FFFFFF"/>
        <w:tabs>
          <w:tab w:val="left" w:pos="874"/>
          <w:tab w:val="left" w:pos="1418"/>
        </w:tabs>
        <w:spacing w:line="331" w:lineRule="exact"/>
        <w:ind w:right="65"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>
        <w:rPr>
          <w:rFonts w:cs="Times New Roman"/>
          <w:sz w:val="28"/>
          <w:szCs w:val="28"/>
        </w:rPr>
        <w:tab/>
        <w:t>смерти либо решения суда о признании умершим (без вести пропавшим).</w:t>
      </w:r>
    </w:p>
    <w:p w:rsidR="0041553C" w:rsidRDefault="0041553C">
      <w:pPr>
        <w:shd w:val="clear" w:color="auto" w:fill="FFFFFF"/>
        <w:tabs>
          <w:tab w:val="left" w:pos="1418"/>
        </w:tabs>
        <w:ind w:right="65" w:firstLine="567"/>
        <w:jc w:val="center"/>
        <w:rPr>
          <w:rFonts w:cs="Times New Roman"/>
          <w:sz w:val="16"/>
          <w:szCs w:val="16"/>
        </w:rPr>
      </w:pPr>
    </w:p>
    <w:p w:rsidR="0041553C" w:rsidRDefault="0041553C">
      <w:pPr>
        <w:shd w:val="clear" w:color="auto" w:fill="FFFFFF"/>
        <w:tabs>
          <w:tab w:val="left" w:pos="1418"/>
        </w:tabs>
        <w:ind w:right="65" w:firstLine="567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8. Заключительные положения</w:t>
      </w:r>
      <w:r>
        <w:rPr>
          <w:rFonts w:cs="Times New Roman"/>
          <w:b/>
          <w:bCs/>
          <w:sz w:val="28"/>
          <w:szCs w:val="28"/>
        </w:rPr>
        <w:tab/>
      </w:r>
    </w:p>
    <w:p w:rsidR="0041553C" w:rsidRDefault="0041553C">
      <w:pPr>
        <w:shd w:val="clear" w:color="auto" w:fill="FFFFFF"/>
        <w:tabs>
          <w:tab w:val="left" w:pos="1418"/>
        </w:tabs>
        <w:ind w:right="65" w:firstLine="567"/>
        <w:jc w:val="center"/>
        <w:rPr>
          <w:rFonts w:cs="Times New Roman"/>
          <w:b/>
          <w:bCs/>
          <w:sz w:val="28"/>
          <w:szCs w:val="28"/>
        </w:rPr>
      </w:pPr>
    </w:p>
    <w:p w:rsidR="0041553C" w:rsidRDefault="0041553C">
      <w:pPr>
        <w:shd w:val="clear" w:color="auto" w:fill="FFFFFF"/>
        <w:tabs>
          <w:tab w:val="left" w:pos="1418"/>
        </w:tabs>
        <w:spacing w:line="302" w:lineRule="exact"/>
        <w:ind w:right="65" w:firstLine="567"/>
        <w:jc w:val="both"/>
        <w:rPr>
          <w:rFonts w:cs="Times New Roman"/>
          <w:spacing w:val="-10"/>
          <w:sz w:val="28"/>
          <w:szCs w:val="28"/>
        </w:rPr>
      </w:pPr>
      <w:r>
        <w:rPr>
          <w:rFonts w:cs="Times New Roman"/>
          <w:spacing w:val="-10"/>
          <w:sz w:val="28"/>
          <w:szCs w:val="28"/>
        </w:rPr>
        <w:t>8.1. Обязанность     проведения     ежегодного   анализа состояния работы с кадровым резервом и разработки предложений по его совершенствованию возлагается на отдел  организационной, кадровой работы, взаимодействия с органами местного самоуправления и общественностью администрации района.</w:t>
      </w:r>
    </w:p>
    <w:p w:rsidR="0041553C" w:rsidRDefault="0041553C">
      <w:pPr>
        <w:shd w:val="clear" w:color="auto" w:fill="FFFFFF"/>
        <w:tabs>
          <w:tab w:val="left" w:pos="1418"/>
        </w:tabs>
        <w:spacing w:line="302" w:lineRule="exact"/>
        <w:ind w:right="65"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8.2.Итоги работы с кадровым резервом за истекший год доводятся начальником отдела  организационной, кадровой работы, взаимодействия с органами местного самоуправления и общественностью администрации района до сведения главы администрации района.</w:t>
      </w:r>
    </w:p>
    <w:p w:rsidR="0041553C" w:rsidRDefault="0041553C">
      <w:pPr>
        <w:shd w:val="clear" w:color="auto" w:fill="FFFFFF"/>
        <w:tabs>
          <w:tab w:val="left" w:pos="1418"/>
        </w:tabs>
        <w:spacing w:line="302" w:lineRule="exact"/>
        <w:ind w:right="65"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8.3.При работе с кадровым резервом должен обеспечиваться режим конфиденциальности в отношении персональных данных в соответствии с законодательством.</w:t>
      </w:r>
    </w:p>
    <w:p w:rsidR="0041553C" w:rsidRDefault="0041553C">
      <w:pPr>
        <w:shd w:val="clear" w:color="auto" w:fill="FFFFFF"/>
        <w:tabs>
          <w:tab w:val="left" w:pos="1418"/>
        </w:tabs>
        <w:spacing w:line="302" w:lineRule="exact"/>
        <w:ind w:right="65"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8.4.Отказ кандидату в кадровый резерв  о включении в резерв по результатам конкурса может быть обжалован им в порядке, установленном действующим законодательством.</w:t>
      </w:r>
    </w:p>
    <w:p w:rsidR="0041553C" w:rsidRDefault="0041553C">
      <w:pPr>
        <w:rPr>
          <w:rFonts w:cs="Times New Roman"/>
          <w:sz w:val="28"/>
          <w:szCs w:val="28"/>
        </w:rPr>
      </w:pPr>
    </w:p>
    <w:p w:rsidR="0041553C" w:rsidRDefault="0041553C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                                                                       ПРИЛОЖЕНИЕ № 2    </w:t>
      </w:r>
      <w:r>
        <w:rPr>
          <w:rFonts w:cs="Times New Roman"/>
          <w:sz w:val="28"/>
          <w:szCs w:val="28"/>
        </w:rPr>
        <w:tab/>
      </w:r>
    </w:p>
    <w:p w:rsidR="0041553C" w:rsidRDefault="0041553C">
      <w:pPr>
        <w:tabs>
          <w:tab w:val="left" w:pos="5715"/>
          <w:tab w:val="left" w:pos="6405"/>
        </w:tabs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ab/>
        <w:t xml:space="preserve">             УТВЕРЖДЕН</w:t>
      </w:r>
      <w:r>
        <w:rPr>
          <w:rFonts w:cs="Times New Roman"/>
          <w:sz w:val="28"/>
          <w:szCs w:val="28"/>
        </w:rPr>
        <w:tab/>
      </w:r>
    </w:p>
    <w:p w:rsidR="0041553C" w:rsidRDefault="0041553C">
      <w:pPr>
        <w:tabs>
          <w:tab w:val="left" w:pos="5685"/>
        </w:tabs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                                                                   постановлением администрации</w:t>
      </w:r>
    </w:p>
    <w:p w:rsidR="0041553C" w:rsidRDefault="0041553C">
      <w:pPr>
        <w:tabs>
          <w:tab w:val="left" w:pos="5685"/>
          <w:tab w:val="right" w:pos="9638"/>
        </w:tabs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                                                                   района от 09.10.2014  № 1395                     </w:t>
      </w:r>
    </w:p>
    <w:p w:rsidR="0041553C" w:rsidRDefault="0041553C">
      <w:pPr>
        <w:jc w:val="right"/>
        <w:rPr>
          <w:rFonts w:cs="Times New Roman"/>
          <w:sz w:val="28"/>
          <w:szCs w:val="28"/>
        </w:rPr>
      </w:pPr>
    </w:p>
    <w:p w:rsidR="0041553C" w:rsidRDefault="0041553C">
      <w:pPr>
        <w:rPr>
          <w:rFonts w:cs="Times New Roman"/>
          <w:sz w:val="28"/>
          <w:szCs w:val="28"/>
        </w:rPr>
      </w:pPr>
    </w:p>
    <w:p w:rsidR="0041553C" w:rsidRDefault="0041553C">
      <w:pPr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ЭКСПЕРТНЫЙ СОВЕТ</w:t>
      </w:r>
    </w:p>
    <w:p w:rsidR="0041553C" w:rsidRDefault="0041553C">
      <w:pPr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по формированию и подготовке резерва муниципальных кадров</w:t>
      </w:r>
    </w:p>
    <w:p w:rsidR="0041553C" w:rsidRDefault="0041553C">
      <w:pPr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Первомайского района</w:t>
      </w:r>
    </w:p>
    <w:p w:rsidR="0041553C" w:rsidRDefault="0041553C">
      <w:pPr>
        <w:ind w:firstLine="720"/>
        <w:rPr>
          <w:rFonts w:cs="Times New Roman"/>
          <w:sz w:val="28"/>
          <w:szCs w:val="28"/>
        </w:rPr>
      </w:pPr>
    </w:p>
    <w:tbl>
      <w:tblPr>
        <w:tblW w:w="0" w:type="auto"/>
        <w:tblInd w:w="-106" w:type="dxa"/>
        <w:tblLook w:val="0000"/>
      </w:tblPr>
      <w:tblGrid>
        <w:gridCol w:w="5353"/>
        <w:gridCol w:w="4218"/>
      </w:tblGrid>
      <w:tr w:rsidR="0041553C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:rsidR="0041553C" w:rsidRDefault="0041553C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Труба Анатолий Сергеевич</w:t>
            </w:r>
          </w:p>
          <w:p w:rsidR="0041553C" w:rsidRDefault="0041553C">
            <w:pPr>
              <w:rPr>
                <w:rFonts w:cs="Times New Roman"/>
                <w:sz w:val="28"/>
                <w:szCs w:val="28"/>
              </w:rPr>
            </w:pPr>
          </w:p>
          <w:p w:rsidR="0041553C" w:rsidRDefault="0041553C">
            <w:pPr>
              <w:rPr>
                <w:rFonts w:cs="Times New Roman"/>
                <w:sz w:val="28"/>
                <w:szCs w:val="28"/>
              </w:rPr>
            </w:pPr>
          </w:p>
          <w:p w:rsidR="0041553C" w:rsidRDefault="0041553C">
            <w:pPr>
              <w:rPr>
                <w:rFonts w:cs="Times New Roman"/>
                <w:sz w:val="28"/>
                <w:szCs w:val="28"/>
              </w:rPr>
            </w:pPr>
          </w:p>
          <w:p w:rsidR="0041553C" w:rsidRDefault="0041553C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218" w:type="dxa"/>
            <w:tcBorders>
              <w:top w:val="nil"/>
              <w:left w:val="nil"/>
              <w:bottom w:val="nil"/>
              <w:right w:val="nil"/>
            </w:tcBorders>
          </w:tcPr>
          <w:p w:rsidR="0041553C" w:rsidRDefault="0041553C">
            <w:pPr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-глава  администрации  Первомайского района – председатель экспертного Совета;</w:t>
            </w:r>
          </w:p>
        </w:tc>
      </w:tr>
      <w:tr w:rsidR="0041553C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:rsidR="0041553C" w:rsidRDefault="0041553C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Попов Иван Васильевич</w:t>
            </w:r>
          </w:p>
          <w:p w:rsidR="0041553C" w:rsidRDefault="0041553C">
            <w:pPr>
              <w:rPr>
                <w:rFonts w:cs="Times New Roman"/>
                <w:sz w:val="28"/>
                <w:szCs w:val="28"/>
              </w:rPr>
            </w:pPr>
          </w:p>
          <w:p w:rsidR="0041553C" w:rsidRDefault="0041553C">
            <w:pPr>
              <w:rPr>
                <w:rFonts w:cs="Times New Roman"/>
                <w:sz w:val="28"/>
                <w:szCs w:val="28"/>
              </w:rPr>
            </w:pPr>
          </w:p>
          <w:p w:rsidR="0041553C" w:rsidRDefault="0041553C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218" w:type="dxa"/>
            <w:tcBorders>
              <w:top w:val="nil"/>
              <w:left w:val="nil"/>
              <w:bottom w:val="nil"/>
              <w:right w:val="nil"/>
            </w:tcBorders>
          </w:tcPr>
          <w:p w:rsidR="0041553C" w:rsidRDefault="0041553C">
            <w:pPr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-управляющий делами администрации Первомайского района - заместитель председателя экспертного Совета;</w:t>
            </w:r>
          </w:p>
          <w:p w:rsidR="0041553C" w:rsidRDefault="0041553C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41553C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:rsidR="0041553C" w:rsidRDefault="0041553C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Карпинтеро Ирина Алексеевна</w:t>
            </w:r>
          </w:p>
          <w:p w:rsidR="0041553C" w:rsidRDefault="0041553C">
            <w:pPr>
              <w:rPr>
                <w:rFonts w:cs="Times New Roman"/>
                <w:sz w:val="28"/>
                <w:szCs w:val="28"/>
              </w:rPr>
            </w:pPr>
          </w:p>
          <w:p w:rsidR="0041553C" w:rsidRDefault="0041553C">
            <w:pPr>
              <w:rPr>
                <w:rFonts w:cs="Times New Roman"/>
                <w:sz w:val="28"/>
                <w:szCs w:val="28"/>
              </w:rPr>
            </w:pPr>
          </w:p>
          <w:p w:rsidR="0041553C" w:rsidRDefault="0041553C">
            <w:pPr>
              <w:rPr>
                <w:rFonts w:cs="Times New Roman"/>
                <w:sz w:val="28"/>
                <w:szCs w:val="28"/>
              </w:rPr>
            </w:pPr>
          </w:p>
          <w:p w:rsidR="0041553C" w:rsidRDefault="0041553C">
            <w:pPr>
              <w:rPr>
                <w:rFonts w:cs="Times New Roman"/>
                <w:sz w:val="28"/>
                <w:szCs w:val="28"/>
              </w:rPr>
            </w:pPr>
          </w:p>
          <w:p w:rsidR="0041553C" w:rsidRDefault="0041553C">
            <w:pPr>
              <w:rPr>
                <w:rFonts w:cs="Times New Roman"/>
                <w:sz w:val="28"/>
                <w:szCs w:val="28"/>
              </w:rPr>
            </w:pPr>
          </w:p>
          <w:p w:rsidR="0041553C" w:rsidRDefault="0041553C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218" w:type="dxa"/>
            <w:tcBorders>
              <w:top w:val="nil"/>
              <w:left w:val="nil"/>
              <w:bottom w:val="nil"/>
              <w:right w:val="nil"/>
            </w:tcBorders>
          </w:tcPr>
          <w:p w:rsidR="0041553C" w:rsidRDefault="0041553C">
            <w:pPr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-заместитель начальника отдела                    организационной, кадровой работы, взаимодействия с органами   местного    самоуправления администрации    района    -   секретарь экспертного Совета;</w:t>
            </w:r>
          </w:p>
          <w:p w:rsidR="0041553C" w:rsidRDefault="0041553C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41553C"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553C" w:rsidRDefault="0041553C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                                                Члены экспертного Совета:      </w:t>
            </w:r>
          </w:p>
          <w:p w:rsidR="0041553C" w:rsidRDefault="0041553C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                      </w:t>
            </w:r>
          </w:p>
        </w:tc>
      </w:tr>
      <w:tr w:rsidR="0041553C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:rsidR="0041553C" w:rsidRDefault="0041553C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Зеленева Тамара Александровна</w:t>
            </w:r>
          </w:p>
        </w:tc>
        <w:tc>
          <w:tcPr>
            <w:tcW w:w="4218" w:type="dxa"/>
            <w:tcBorders>
              <w:top w:val="nil"/>
              <w:left w:val="nil"/>
              <w:bottom w:val="nil"/>
              <w:right w:val="nil"/>
            </w:tcBorders>
          </w:tcPr>
          <w:p w:rsidR="0041553C" w:rsidRDefault="0041553C">
            <w:pPr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-начальник отдела организационной, кадровой работы, взаимодействия с органами   местного    самоуправления и общественность администрации    района;</w:t>
            </w:r>
          </w:p>
          <w:p w:rsidR="0041553C" w:rsidRDefault="0041553C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41553C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:rsidR="0041553C" w:rsidRDefault="0041553C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Груздева Лидия Алексеевна</w:t>
            </w:r>
          </w:p>
        </w:tc>
        <w:tc>
          <w:tcPr>
            <w:tcW w:w="4218" w:type="dxa"/>
            <w:tcBorders>
              <w:top w:val="nil"/>
              <w:left w:val="nil"/>
              <w:bottom w:val="nil"/>
              <w:right w:val="nil"/>
            </w:tcBorders>
          </w:tcPr>
          <w:p w:rsidR="0041553C" w:rsidRDefault="0041553C">
            <w:pPr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-начальник отдела образования</w:t>
            </w:r>
          </w:p>
          <w:p w:rsidR="0041553C" w:rsidRDefault="0041553C">
            <w:pPr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администрации     района;  </w:t>
            </w:r>
          </w:p>
          <w:p w:rsidR="0041553C" w:rsidRDefault="0041553C">
            <w:pPr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    </w:t>
            </w:r>
          </w:p>
        </w:tc>
      </w:tr>
      <w:tr w:rsidR="0041553C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:rsidR="0041553C" w:rsidRDefault="0041553C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Маликов Александр Николаевич</w:t>
            </w:r>
          </w:p>
          <w:p w:rsidR="0041553C" w:rsidRDefault="0041553C">
            <w:pPr>
              <w:rPr>
                <w:rFonts w:cs="Times New Roman"/>
                <w:sz w:val="28"/>
                <w:szCs w:val="28"/>
              </w:rPr>
            </w:pPr>
          </w:p>
          <w:p w:rsidR="0041553C" w:rsidRDefault="0041553C">
            <w:pPr>
              <w:rPr>
                <w:rFonts w:cs="Times New Roman"/>
                <w:sz w:val="28"/>
                <w:szCs w:val="28"/>
              </w:rPr>
            </w:pPr>
          </w:p>
          <w:p w:rsidR="0041553C" w:rsidRDefault="0041553C">
            <w:pPr>
              <w:rPr>
                <w:rFonts w:cs="Times New Roman"/>
                <w:sz w:val="28"/>
                <w:szCs w:val="28"/>
              </w:rPr>
            </w:pPr>
          </w:p>
          <w:p w:rsidR="0041553C" w:rsidRDefault="0041553C">
            <w:pPr>
              <w:rPr>
                <w:rFonts w:cs="Times New Roman"/>
                <w:sz w:val="28"/>
                <w:szCs w:val="28"/>
              </w:rPr>
            </w:pPr>
          </w:p>
          <w:p w:rsidR="0041553C" w:rsidRDefault="0041553C">
            <w:pPr>
              <w:rPr>
                <w:rFonts w:cs="Times New Roman"/>
                <w:sz w:val="28"/>
                <w:szCs w:val="28"/>
              </w:rPr>
            </w:pPr>
          </w:p>
          <w:p w:rsidR="0041553C" w:rsidRDefault="0041553C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Отрубянников Михаил Митрофанович</w:t>
            </w:r>
          </w:p>
          <w:p w:rsidR="0041553C" w:rsidRDefault="0041553C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218" w:type="dxa"/>
            <w:tcBorders>
              <w:top w:val="nil"/>
              <w:left w:val="nil"/>
              <w:bottom w:val="nil"/>
              <w:right w:val="nil"/>
            </w:tcBorders>
          </w:tcPr>
          <w:p w:rsidR="0041553C" w:rsidRDefault="0041553C">
            <w:pPr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-председатель Первомайского райкома профсоюза государственных учреждений и общественного обслуживания (по согласованию);</w:t>
            </w:r>
          </w:p>
          <w:p w:rsidR="0041553C" w:rsidRDefault="0041553C">
            <w:pPr>
              <w:jc w:val="both"/>
              <w:rPr>
                <w:rFonts w:cs="Times New Roman"/>
                <w:sz w:val="28"/>
                <w:szCs w:val="28"/>
              </w:rPr>
            </w:pPr>
          </w:p>
          <w:p w:rsidR="0041553C" w:rsidRDefault="0041553C">
            <w:pPr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-глава  Первомайского поссовета (по согласованию);</w:t>
            </w:r>
          </w:p>
          <w:p w:rsidR="0041553C" w:rsidRDefault="0041553C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41553C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:rsidR="0041553C" w:rsidRDefault="0041553C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Петров Максим Константинович</w:t>
            </w:r>
          </w:p>
        </w:tc>
        <w:tc>
          <w:tcPr>
            <w:tcW w:w="4218" w:type="dxa"/>
            <w:tcBorders>
              <w:top w:val="nil"/>
              <w:left w:val="nil"/>
              <w:bottom w:val="nil"/>
              <w:right w:val="nil"/>
            </w:tcBorders>
          </w:tcPr>
          <w:p w:rsidR="0041553C" w:rsidRDefault="0041553C">
            <w:pPr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-начальник отдела правовой работы администрации района;</w:t>
            </w:r>
          </w:p>
          <w:p w:rsidR="0041553C" w:rsidRDefault="0041553C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41553C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:rsidR="0041553C" w:rsidRDefault="0041553C">
            <w:pPr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Серкова Татьяна Александровна</w:t>
            </w:r>
          </w:p>
        </w:tc>
        <w:tc>
          <w:tcPr>
            <w:tcW w:w="4218" w:type="dxa"/>
            <w:tcBorders>
              <w:top w:val="nil"/>
              <w:left w:val="nil"/>
              <w:bottom w:val="nil"/>
              <w:right w:val="nil"/>
            </w:tcBorders>
          </w:tcPr>
          <w:p w:rsidR="0041553C" w:rsidRDefault="0041553C">
            <w:pPr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начальник отдела экономики, труда, сферы услуг и защиты прав потребителей администрации района.</w:t>
            </w:r>
          </w:p>
        </w:tc>
      </w:tr>
    </w:tbl>
    <w:p w:rsidR="0041553C" w:rsidRDefault="0041553C">
      <w:pPr>
        <w:jc w:val="both"/>
        <w:rPr>
          <w:rFonts w:cs="Times New Roman"/>
        </w:rPr>
      </w:pPr>
    </w:p>
    <w:p w:rsidR="0041553C" w:rsidRDefault="0041553C">
      <w:pPr>
        <w:rPr>
          <w:rFonts w:cs="Times New Roman"/>
        </w:rPr>
      </w:pPr>
    </w:p>
    <w:p w:rsidR="0041553C" w:rsidRDefault="0041553C">
      <w:pPr>
        <w:rPr>
          <w:rFonts w:cs="Times New Roman"/>
        </w:rPr>
      </w:pPr>
    </w:p>
    <w:p w:rsidR="0041553C" w:rsidRDefault="0041553C">
      <w:pPr>
        <w:rPr>
          <w:rFonts w:cs="Times New Roman"/>
        </w:rPr>
      </w:pPr>
    </w:p>
    <w:p w:rsidR="0041553C" w:rsidRDefault="0041553C">
      <w:pPr>
        <w:rPr>
          <w:rFonts w:cs="Times New Roman"/>
        </w:rPr>
      </w:pPr>
    </w:p>
    <w:p w:rsidR="0041553C" w:rsidRDefault="0041553C">
      <w:pPr>
        <w:rPr>
          <w:rFonts w:cs="Times New Roman"/>
        </w:rPr>
      </w:pPr>
    </w:p>
    <w:p w:rsidR="0041553C" w:rsidRDefault="0041553C">
      <w:pPr>
        <w:rPr>
          <w:rFonts w:cs="Times New Roman"/>
        </w:rPr>
      </w:pPr>
    </w:p>
    <w:p w:rsidR="0041553C" w:rsidRDefault="0041553C">
      <w:pPr>
        <w:rPr>
          <w:rFonts w:cs="Times New Roman"/>
        </w:rPr>
      </w:pPr>
    </w:p>
    <w:p w:rsidR="0041553C" w:rsidRDefault="0041553C">
      <w:pPr>
        <w:rPr>
          <w:rFonts w:cs="Times New Roman"/>
        </w:rPr>
      </w:pPr>
    </w:p>
    <w:p w:rsidR="0041553C" w:rsidRDefault="0041553C">
      <w:pPr>
        <w:rPr>
          <w:rFonts w:cs="Times New Roman"/>
        </w:rPr>
      </w:pPr>
    </w:p>
    <w:p w:rsidR="0041553C" w:rsidRDefault="0041553C">
      <w:pPr>
        <w:rPr>
          <w:rFonts w:cs="Times New Roman"/>
        </w:rPr>
      </w:pPr>
    </w:p>
    <w:p w:rsidR="0041553C" w:rsidRDefault="0041553C">
      <w:pPr>
        <w:rPr>
          <w:rFonts w:cs="Times New Roman"/>
        </w:rPr>
      </w:pPr>
    </w:p>
    <w:p w:rsidR="0041553C" w:rsidRDefault="0041553C">
      <w:pPr>
        <w:rPr>
          <w:rFonts w:cs="Times New Roman"/>
        </w:rPr>
      </w:pPr>
    </w:p>
    <w:p w:rsidR="0041553C" w:rsidRDefault="0041553C">
      <w:pPr>
        <w:rPr>
          <w:rFonts w:cs="Times New Roman"/>
        </w:rPr>
      </w:pPr>
    </w:p>
    <w:p w:rsidR="0041553C" w:rsidRDefault="0041553C">
      <w:pPr>
        <w:rPr>
          <w:rFonts w:cs="Times New Roman"/>
        </w:rPr>
      </w:pPr>
    </w:p>
    <w:p w:rsidR="0041553C" w:rsidRDefault="0041553C">
      <w:pPr>
        <w:rPr>
          <w:rFonts w:cs="Times New Roman"/>
        </w:rPr>
      </w:pPr>
    </w:p>
    <w:p w:rsidR="0041553C" w:rsidRDefault="0041553C">
      <w:pPr>
        <w:rPr>
          <w:rFonts w:cs="Times New Roman"/>
        </w:rPr>
      </w:pPr>
    </w:p>
    <w:p w:rsidR="0041553C" w:rsidRDefault="0041553C">
      <w:pPr>
        <w:rPr>
          <w:rFonts w:cs="Times New Roman"/>
        </w:rPr>
      </w:pPr>
    </w:p>
    <w:p w:rsidR="0041553C" w:rsidRDefault="0041553C">
      <w:pPr>
        <w:rPr>
          <w:rFonts w:cs="Times New Roman"/>
        </w:rPr>
      </w:pPr>
    </w:p>
    <w:p w:rsidR="0041553C" w:rsidRDefault="0041553C">
      <w:pPr>
        <w:rPr>
          <w:rFonts w:cs="Times New Roman"/>
        </w:rPr>
      </w:pPr>
    </w:p>
    <w:p w:rsidR="0041553C" w:rsidRDefault="0041553C">
      <w:pPr>
        <w:rPr>
          <w:rFonts w:cs="Times New Roman"/>
        </w:rPr>
      </w:pPr>
    </w:p>
    <w:p w:rsidR="0041553C" w:rsidRDefault="0041553C">
      <w:pPr>
        <w:rPr>
          <w:rFonts w:cs="Times New Roman"/>
        </w:rPr>
      </w:pPr>
    </w:p>
    <w:p w:rsidR="0041553C" w:rsidRDefault="0041553C">
      <w:pPr>
        <w:rPr>
          <w:rFonts w:cs="Times New Roman"/>
        </w:rPr>
      </w:pPr>
    </w:p>
    <w:p w:rsidR="0041553C" w:rsidRDefault="0041553C">
      <w:pPr>
        <w:rPr>
          <w:rFonts w:cs="Times New Roman"/>
        </w:rPr>
      </w:pPr>
    </w:p>
    <w:p w:rsidR="0041553C" w:rsidRDefault="0041553C">
      <w:pPr>
        <w:rPr>
          <w:rFonts w:cs="Times New Roman"/>
        </w:rPr>
      </w:pPr>
    </w:p>
    <w:p w:rsidR="0041553C" w:rsidRDefault="0041553C">
      <w:pPr>
        <w:rPr>
          <w:rFonts w:cs="Times New Roman"/>
        </w:rPr>
      </w:pPr>
    </w:p>
    <w:p w:rsidR="0041553C" w:rsidRDefault="0041553C">
      <w:pPr>
        <w:rPr>
          <w:rFonts w:cs="Times New Roman"/>
        </w:rPr>
      </w:pPr>
    </w:p>
    <w:p w:rsidR="0041553C" w:rsidRDefault="0041553C">
      <w:pPr>
        <w:rPr>
          <w:rFonts w:cs="Times New Roman"/>
        </w:rPr>
      </w:pPr>
    </w:p>
    <w:p w:rsidR="0041553C" w:rsidRDefault="0041553C">
      <w:pPr>
        <w:rPr>
          <w:rFonts w:cs="Times New Roman"/>
        </w:rPr>
      </w:pPr>
    </w:p>
    <w:p w:rsidR="0041553C" w:rsidRDefault="0041553C">
      <w:pPr>
        <w:rPr>
          <w:rFonts w:cs="Times New Roman"/>
        </w:rPr>
      </w:pPr>
    </w:p>
    <w:p w:rsidR="0041553C" w:rsidRDefault="0041553C">
      <w:pPr>
        <w:rPr>
          <w:rFonts w:cs="Times New Roman"/>
        </w:rPr>
      </w:pPr>
    </w:p>
    <w:p w:rsidR="0041553C" w:rsidRDefault="0041553C">
      <w:pPr>
        <w:rPr>
          <w:rFonts w:cs="Times New Roman"/>
        </w:rPr>
      </w:pPr>
    </w:p>
    <w:p w:rsidR="0041553C" w:rsidRDefault="0041553C">
      <w:pPr>
        <w:rPr>
          <w:rFonts w:cs="Times New Roman"/>
        </w:rPr>
      </w:pPr>
    </w:p>
    <w:p w:rsidR="0041553C" w:rsidRDefault="0041553C">
      <w:pPr>
        <w:rPr>
          <w:rFonts w:cs="Times New Roman"/>
        </w:rPr>
      </w:pPr>
    </w:p>
    <w:p w:rsidR="0041553C" w:rsidRDefault="0041553C">
      <w:pPr>
        <w:rPr>
          <w:rFonts w:cs="Times New Roman"/>
        </w:rPr>
      </w:pPr>
    </w:p>
    <w:p w:rsidR="0041553C" w:rsidRDefault="0041553C">
      <w:pPr>
        <w:rPr>
          <w:rFonts w:cs="Times New Roman"/>
        </w:rPr>
      </w:pPr>
    </w:p>
    <w:p w:rsidR="0041553C" w:rsidRDefault="0041553C">
      <w:pPr>
        <w:rPr>
          <w:rFonts w:cs="Times New Roman"/>
        </w:rPr>
      </w:pPr>
    </w:p>
    <w:p w:rsidR="0041553C" w:rsidRDefault="0041553C">
      <w:pPr>
        <w:rPr>
          <w:rFonts w:cs="Times New Roman"/>
        </w:rPr>
      </w:pPr>
    </w:p>
    <w:p w:rsidR="0041553C" w:rsidRDefault="0041553C">
      <w:pPr>
        <w:rPr>
          <w:rFonts w:cs="Times New Roman"/>
        </w:rPr>
      </w:pPr>
    </w:p>
    <w:p w:rsidR="0041553C" w:rsidRDefault="0041553C">
      <w:pPr>
        <w:rPr>
          <w:rFonts w:cs="Times New Roman"/>
        </w:rPr>
      </w:pPr>
    </w:p>
    <w:p w:rsidR="0041553C" w:rsidRDefault="0041553C">
      <w:pPr>
        <w:tabs>
          <w:tab w:val="left" w:pos="3855"/>
        </w:tabs>
        <w:rPr>
          <w:rFonts w:cs="Times New Roman"/>
        </w:rPr>
      </w:pPr>
      <w:bookmarkStart w:id="0" w:name="_GoBack"/>
      <w:bookmarkEnd w:id="0"/>
    </w:p>
    <w:p w:rsidR="0041553C" w:rsidRDefault="0041553C">
      <w:pPr>
        <w:tabs>
          <w:tab w:val="left" w:pos="3855"/>
        </w:tabs>
        <w:rPr>
          <w:rFonts w:cs="Times New Roman"/>
          <w:sz w:val="28"/>
          <w:szCs w:val="28"/>
        </w:rPr>
      </w:pPr>
    </w:p>
    <w:p w:rsidR="0041553C" w:rsidRDefault="0041553C">
      <w:pPr>
        <w:rPr>
          <w:rFonts w:cs="Times New Roman"/>
          <w:sz w:val="28"/>
          <w:szCs w:val="28"/>
        </w:rPr>
      </w:pPr>
      <w:r>
        <w:rPr>
          <w:rFonts w:cs="Times New Roman"/>
        </w:rPr>
        <w:t xml:space="preserve">                                                                                                                  </w:t>
      </w:r>
      <w:r>
        <w:rPr>
          <w:rFonts w:cs="Times New Roman"/>
          <w:sz w:val="28"/>
          <w:szCs w:val="28"/>
        </w:rPr>
        <w:t>ПРИЛОЖЕНИЕ № 3</w:t>
      </w:r>
    </w:p>
    <w:p w:rsidR="0041553C" w:rsidRDefault="0041553C">
      <w:pPr>
        <w:tabs>
          <w:tab w:val="left" w:pos="5970"/>
        </w:tabs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                                                                          УТВЕРЖДЕНО</w:t>
      </w:r>
    </w:p>
    <w:p w:rsidR="0041553C" w:rsidRDefault="0041553C">
      <w:pPr>
        <w:tabs>
          <w:tab w:val="left" w:pos="5970"/>
        </w:tabs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                                                             постановлением администрации</w:t>
      </w:r>
    </w:p>
    <w:p w:rsidR="0041553C" w:rsidRDefault="0041553C">
      <w:pPr>
        <w:tabs>
          <w:tab w:val="left" w:pos="5970"/>
        </w:tabs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                                                             района  от 09.10.2014  №1395</w:t>
      </w:r>
    </w:p>
    <w:p w:rsidR="0041553C" w:rsidRDefault="0041553C">
      <w:pPr>
        <w:tabs>
          <w:tab w:val="left" w:pos="5970"/>
        </w:tabs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ab/>
      </w:r>
    </w:p>
    <w:p w:rsidR="0041553C" w:rsidRDefault="0041553C">
      <w:pPr>
        <w:rPr>
          <w:rFonts w:cs="Times New Roman"/>
          <w:sz w:val="28"/>
          <w:szCs w:val="28"/>
        </w:rPr>
      </w:pPr>
    </w:p>
    <w:p w:rsidR="0041553C" w:rsidRDefault="0041553C">
      <w:pPr>
        <w:tabs>
          <w:tab w:val="left" w:pos="2325"/>
        </w:tabs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ПОЛОЖЕНИЕ</w:t>
      </w:r>
    </w:p>
    <w:p w:rsidR="0041553C" w:rsidRDefault="0041553C">
      <w:pPr>
        <w:tabs>
          <w:tab w:val="left" w:pos="2325"/>
        </w:tabs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 xml:space="preserve">об экспертном Совете по формированию и подготовке </w:t>
      </w:r>
    </w:p>
    <w:p w:rsidR="0041553C" w:rsidRDefault="0041553C">
      <w:pPr>
        <w:tabs>
          <w:tab w:val="left" w:pos="2325"/>
        </w:tabs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резерва муниципальных кадров Первомайского района</w:t>
      </w:r>
    </w:p>
    <w:p w:rsidR="0041553C" w:rsidRDefault="0041553C">
      <w:pPr>
        <w:rPr>
          <w:rFonts w:cs="Times New Roman"/>
          <w:sz w:val="28"/>
          <w:szCs w:val="28"/>
        </w:rPr>
      </w:pPr>
    </w:p>
    <w:p w:rsidR="0041553C" w:rsidRDefault="0041553C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1. Настоящим Положением определяется порядок деятельности экспертного Совета по формированию  и подготовке резерва муниципальных кадров  Первомайского района (далее - Совет);</w:t>
      </w:r>
    </w:p>
    <w:p w:rsidR="0041553C" w:rsidRDefault="0041553C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2. Основными задачами Совета являются:</w:t>
      </w:r>
    </w:p>
    <w:p w:rsidR="0041553C" w:rsidRDefault="0041553C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-формирование и подготовка  резерва муниципальных кадров района;</w:t>
      </w:r>
    </w:p>
    <w:p w:rsidR="0041553C" w:rsidRDefault="0041553C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-подготовка предложений главе администрации Первомайского района о включении в состав (или) об исключении из списочного состава муниципального кадрового резерва лиц, состоящих в муниципальном кадровом резерве Первомайского района;</w:t>
      </w:r>
    </w:p>
    <w:p w:rsidR="0041553C" w:rsidRDefault="0041553C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-подготовка предложений по порядку формирования, дополнительному обучению и использованию муниципального кадрового резерва.</w:t>
      </w:r>
    </w:p>
    <w:p w:rsidR="0041553C" w:rsidRDefault="0041553C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3. В целях реализации указанных задач Совет выполняет следующие функции:</w:t>
      </w:r>
    </w:p>
    <w:p w:rsidR="0041553C" w:rsidRDefault="0041553C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-рассматривает документы лиц, претендующих на включение в муниципальный кадровый</w:t>
      </w:r>
      <w:r>
        <w:rPr>
          <w:rFonts w:cs="Times New Roman"/>
          <w:sz w:val="28"/>
          <w:szCs w:val="28"/>
        </w:rPr>
        <w:tab/>
        <w:t xml:space="preserve"> резерв:</w:t>
      </w:r>
    </w:p>
    <w:p w:rsidR="0041553C" w:rsidRDefault="0041553C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-принимает решение о включении (об отказе во включении) лица в муниципальный кадровый резерв, об исключении из муниципального кадрового резерва;</w:t>
      </w:r>
    </w:p>
    <w:p w:rsidR="0041553C" w:rsidRDefault="0041553C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-принимает решение об использовании дополнительных методов оценки лиц, претендующих на включение в муниципальный кадровый резерв.</w:t>
      </w:r>
    </w:p>
    <w:p w:rsidR="0041553C" w:rsidRDefault="0041553C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4.Совет для возложенных на него основных задач имеет право:</w:t>
      </w:r>
    </w:p>
    <w:p w:rsidR="0041553C" w:rsidRDefault="0041553C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-рассматривать на своих заседаниях вопросы, отнесенные к его сфере деятельности;</w:t>
      </w:r>
    </w:p>
    <w:p w:rsidR="0041553C" w:rsidRDefault="0041553C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-приглашать на заседания Совета  представителей учреждений, граждан, претендующих на включение в  муниципальный кадровый резерв, а также состоящих в данном резерве, иных лиц;</w:t>
      </w:r>
    </w:p>
    <w:p w:rsidR="0041553C" w:rsidRDefault="0041553C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-принимать решения в пределах своей компетенции.</w:t>
      </w:r>
    </w:p>
    <w:p w:rsidR="0041553C" w:rsidRDefault="0041553C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5.Совет формируется в составе 9 человек ( в том числе председателя, заместителя председателя, секретаря, членов Совета). Состав Совета утверждается постановлением администрации района.</w:t>
      </w:r>
    </w:p>
    <w:p w:rsidR="0041553C" w:rsidRDefault="0041553C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6.Председатель Совета осуществляет следующие полномочия:</w:t>
      </w:r>
    </w:p>
    <w:p w:rsidR="0041553C" w:rsidRDefault="0041553C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-осуществляет общее руководство деятельностью Совета;</w:t>
      </w:r>
    </w:p>
    <w:p w:rsidR="0041553C" w:rsidRDefault="0041553C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-определяет место и время проведения заседания Совета;</w:t>
      </w:r>
    </w:p>
    <w:p w:rsidR="0041553C" w:rsidRDefault="0041553C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-председательствует на заседаниях Совета;</w:t>
      </w:r>
    </w:p>
    <w:p w:rsidR="0041553C" w:rsidRDefault="0041553C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-подписывает протоколы заседаний и решения Совета;</w:t>
      </w:r>
    </w:p>
    <w:p w:rsidR="0041553C" w:rsidRDefault="0041553C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-принимает решение об опубликовании списка лиц, включенных в  муниципальный кадровый резерв по решению Совета, в печатных средствах массовой информации;</w:t>
      </w:r>
    </w:p>
    <w:p w:rsidR="0041553C" w:rsidRDefault="0041553C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-контролирует в пределах своей компетенции исполнение решений, принятых Советом;</w:t>
      </w:r>
    </w:p>
    <w:p w:rsidR="0041553C" w:rsidRDefault="0041553C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7. Секретарь:</w:t>
      </w:r>
    </w:p>
    <w:p w:rsidR="0041553C" w:rsidRDefault="0041553C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-информирует лиц, входящих в состав Совета, о времени и месте предстоящего заседания;</w:t>
      </w:r>
    </w:p>
    <w:p w:rsidR="0041553C" w:rsidRDefault="0041553C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-отвечает за обеспечение работы Совета рабочими материалами, организацию проведения заседаний, оформление решений заседаний Совета;</w:t>
      </w:r>
    </w:p>
    <w:p w:rsidR="0041553C" w:rsidRDefault="0041553C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-принимает поступающие  в Совет документы и материалы, проверяет правильность их оформления, готовит их для рассмотрения на заседание Совета;</w:t>
      </w:r>
    </w:p>
    <w:p w:rsidR="0041553C" w:rsidRDefault="0041553C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-уведомляет в письменной форме кандидатов о принятых Советом решениях;</w:t>
      </w:r>
    </w:p>
    <w:p w:rsidR="0041553C" w:rsidRDefault="0041553C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-ведет протокол  заседания Совета;</w:t>
      </w:r>
    </w:p>
    <w:p w:rsidR="0041553C" w:rsidRDefault="0041553C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-разрабатывает и представляет на подпись главе администрации района проект постановления об утверждении перечня лиц, включенных в муниципальный  кадровый резерв района;</w:t>
      </w:r>
    </w:p>
    <w:p w:rsidR="0041553C" w:rsidRDefault="0041553C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-контролирует исполнение решений Совета.</w:t>
      </w:r>
    </w:p>
    <w:p w:rsidR="0041553C" w:rsidRDefault="0041553C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8.Основной  формой работы Совета являются заседания, которые проводятся по мере необходимости, но не реже чем один раз в год.</w:t>
      </w:r>
    </w:p>
    <w:p w:rsidR="0041553C" w:rsidRDefault="0041553C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9.Заседания Совета правомочны при присутствии не менее 2/3 членов Совета. Решение принимается путем открытого голосования простым большинством членов  голосов Совета, присутствующих на заседании. При равном количестве голосов решающим является голос председателя.</w:t>
      </w:r>
    </w:p>
    <w:p w:rsidR="0041553C" w:rsidRDefault="0041553C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10. По итогам отбора Совет принимает одно из следующих решений:</w:t>
      </w:r>
    </w:p>
    <w:p w:rsidR="0041553C" w:rsidRDefault="0041553C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-о включении претендента в муниципальный кадровый резерв района;</w:t>
      </w:r>
    </w:p>
    <w:p w:rsidR="0041553C" w:rsidRDefault="0041553C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-об отказе во включении претендента в муниципальный кадровый резерв района;</w:t>
      </w:r>
    </w:p>
    <w:p w:rsidR="0041553C" w:rsidRDefault="0041553C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-о рекомендации по замещению лицом, включенным в муниципальный  кадровый резерв района.</w:t>
      </w:r>
    </w:p>
    <w:p w:rsidR="0041553C" w:rsidRDefault="0041553C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11.Решение Совета подписывается всеми членами Совета, присутствующими на заседании.</w:t>
      </w:r>
    </w:p>
    <w:p w:rsidR="0041553C" w:rsidRDefault="0041553C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12. Члены Совета принимают участие в его работе на общественных началах.</w:t>
      </w:r>
    </w:p>
    <w:p w:rsidR="0041553C" w:rsidRDefault="0041553C">
      <w:pPr>
        <w:jc w:val="both"/>
        <w:rPr>
          <w:rFonts w:cs="Times New Roman"/>
          <w:sz w:val="28"/>
          <w:szCs w:val="28"/>
        </w:rPr>
      </w:pPr>
    </w:p>
    <w:p w:rsidR="0041553C" w:rsidRDefault="0041553C">
      <w:pPr>
        <w:jc w:val="both"/>
        <w:rPr>
          <w:rFonts w:cs="Times New Roman"/>
          <w:sz w:val="28"/>
          <w:szCs w:val="28"/>
        </w:rPr>
      </w:pPr>
    </w:p>
    <w:p w:rsidR="0041553C" w:rsidRDefault="0041553C">
      <w:pPr>
        <w:jc w:val="both"/>
        <w:rPr>
          <w:rFonts w:cs="Times New Roman"/>
          <w:sz w:val="28"/>
          <w:szCs w:val="28"/>
        </w:rPr>
      </w:pPr>
    </w:p>
    <w:p w:rsidR="0041553C" w:rsidRDefault="0041553C">
      <w:pPr>
        <w:jc w:val="both"/>
        <w:rPr>
          <w:rFonts w:cs="Times New Roman"/>
          <w:sz w:val="28"/>
          <w:szCs w:val="28"/>
        </w:rPr>
      </w:pPr>
    </w:p>
    <w:p w:rsidR="0041553C" w:rsidRDefault="0041553C">
      <w:pPr>
        <w:jc w:val="both"/>
        <w:rPr>
          <w:rFonts w:cs="Times New Roman"/>
          <w:sz w:val="28"/>
          <w:szCs w:val="28"/>
        </w:rPr>
      </w:pPr>
    </w:p>
    <w:p w:rsidR="0041553C" w:rsidRDefault="0041553C">
      <w:pPr>
        <w:jc w:val="both"/>
        <w:rPr>
          <w:rFonts w:cs="Times New Roman"/>
          <w:sz w:val="28"/>
          <w:szCs w:val="28"/>
        </w:rPr>
      </w:pPr>
    </w:p>
    <w:p w:rsidR="0041553C" w:rsidRDefault="0041553C">
      <w:pPr>
        <w:jc w:val="both"/>
        <w:rPr>
          <w:rFonts w:cs="Times New Roman"/>
          <w:sz w:val="28"/>
          <w:szCs w:val="28"/>
        </w:rPr>
      </w:pPr>
    </w:p>
    <w:p w:rsidR="0041553C" w:rsidRDefault="0041553C">
      <w:pPr>
        <w:jc w:val="both"/>
        <w:rPr>
          <w:rFonts w:cs="Times New Roman"/>
          <w:sz w:val="28"/>
          <w:szCs w:val="28"/>
        </w:rPr>
      </w:pPr>
    </w:p>
    <w:p w:rsidR="0041553C" w:rsidRDefault="0041553C">
      <w:pPr>
        <w:jc w:val="both"/>
        <w:rPr>
          <w:rFonts w:cs="Times New Roman"/>
          <w:sz w:val="28"/>
          <w:szCs w:val="28"/>
        </w:rPr>
      </w:pPr>
    </w:p>
    <w:p w:rsidR="0041553C" w:rsidRDefault="0041553C">
      <w:pPr>
        <w:jc w:val="both"/>
        <w:rPr>
          <w:rFonts w:cs="Times New Roman"/>
          <w:sz w:val="28"/>
          <w:szCs w:val="28"/>
        </w:rPr>
      </w:pPr>
    </w:p>
    <w:p w:rsidR="0041553C" w:rsidRDefault="0041553C">
      <w:pPr>
        <w:jc w:val="both"/>
        <w:rPr>
          <w:rFonts w:cs="Times New Roman"/>
          <w:sz w:val="28"/>
          <w:szCs w:val="28"/>
        </w:rPr>
      </w:pPr>
    </w:p>
    <w:p w:rsidR="0041553C" w:rsidRDefault="0041553C">
      <w:pPr>
        <w:jc w:val="both"/>
        <w:rPr>
          <w:rFonts w:cs="Times New Roman"/>
          <w:sz w:val="28"/>
          <w:szCs w:val="28"/>
        </w:rPr>
      </w:pPr>
    </w:p>
    <w:p w:rsidR="0041553C" w:rsidRDefault="0041553C">
      <w:pPr>
        <w:jc w:val="both"/>
        <w:rPr>
          <w:rFonts w:cs="Times New Roman"/>
          <w:sz w:val="28"/>
          <w:szCs w:val="28"/>
        </w:rPr>
      </w:pPr>
    </w:p>
    <w:p w:rsidR="0041553C" w:rsidRDefault="0041553C">
      <w:pPr>
        <w:jc w:val="both"/>
        <w:rPr>
          <w:rFonts w:cs="Times New Roman"/>
          <w:sz w:val="28"/>
          <w:szCs w:val="28"/>
        </w:rPr>
      </w:pPr>
    </w:p>
    <w:p w:rsidR="0041553C" w:rsidRDefault="0041553C">
      <w:pPr>
        <w:jc w:val="both"/>
        <w:rPr>
          <w:rFonts w:cs="Times New Roman"/>
          <w:sz w:val="28"/>
          <w:szCs w:val="28"/>
        </w:rPr>
      </w:pPr>
    </w:p>
    <w:p w:rsidR="0041553C" w:rsidRDefault="0041553C">
      <w:pPr>
        <w:jc w:val="both"/>
        <w:rPr>
          <w:rFonts w:cs="Times New Roman"/>
          <w:sz w:val="28"/>
          <w:szCs w:val="28"/>
        </w:rPr>
      </w:pPr>
    </w:p>
    <w:p w:rsidR="0041553C" w:rsidRDefault="0041553C">
      <w:pPr>
        <w:jc w:val="both"/>
        <w:rPr>
          <w:rFonts w:cs="Times New Roman"/>
          <w:sz w:val="28"/>
          <w:szCs w:val="28"/>
        </w:rPr>
      </w:pPr>
    </w:p>
    <w:p w:rsidR="0041553C" w:rsidRDefault="0041553C">
      <w:pPr>
        <w:jc w:val="both"/>
        <w:rPr>
          <w:rFonts w:cs="Times New Roman"/>
          <w:sz w:val="28"/>
          <w:szCs w:val="28"/>
        </w:rPr>
      </w:pPr>
    </w:p>
    <w:p w:rsidR="0041553C" w:rsidRDefault="0041553C">
      <w:pPr>
        <w:jc w:val="both"/>
        <w:rPr>
          <w:rFonts w:cs="Times New Roman"/>
          <w:sz w:val="28"/>
          <w:szCs w:val="28"/>
        </w:rPr>
      </w:pPr>
    </w:p>
    <w:p w:rsidR="0041553C" w:rsidRDefault="0041553C">
      <w:pPr>
        <w:jc w:val="both"/>
        <w:rPr>
          <w:rFonts w:cs="Times New Roman"/>
          <w:sz w:val="28"/>
          <w:szCs w:val="28"/>
        </w:rPr>
      </w:pPr>
    </w:p>
    <w:p w:rsidR="0041553C" w:rsidRDefault="0041553C">
      <w:pPr>
        <w:jc w:val="both"/>
        <w:rPr>
          <w:rFonts w:cs="Times New Roman"/>
          <w:sz w:val="28"/>
          <w:szCs w:val="28"/>
        </w:rPr>
      </w:pPr>
    </w:p>
    <w:p w:rsidR="0041553C" w:rsidRDefault="0041553C">
      <w:pPr>
        <w:jc w:val="both"/>
        <w:rPr>
          <w:rFonts w:cs="Times New Roman"/>
          <w:sz w:val="28"/>
          <w:szCs w:val="28"/>
        </w:rPr>
      </w:pPr>
    </w:p>
    <w:p w:rsidR="0041553C" w:rsidRDefault="0041553C">
      <w:pPr>
        <w:jc w:val="both"/>
        <w:rPr>
          <w:rFonts w:cs="Times New Roman"/>
          <w:sz w:val="28"/>
          <w:szCs w:val="28"/>
        </w:rPr>
      </w:pPr>
    </w:p>
    <w:p w:rsidR="0041553C" w:rsidRDefault="0041553C">
      <w:pPr>
        <w:jc w:val="both"/>
        <w:rPr>
          <w:rFonts w:cs="Times New Roman"/>
          <w:sz w:val="28"/>
          <w:szCs w:val="28"/>
        </w:rPr>
      </w:pPr>
    </w:p>
    <w:p w:rsidR="0041553C" w:rsidRDefault="0041553C">
      <w:pPr>
        <w:jc w:val="both"/>
        <w:rPr>
          <w:rFonts w:cs="Times New Roman"/>
          <w:sz w:val="28"/>
          <w:szCs w:val="28"/>
        </w:rPr>
      </w:pPr>
    </w:p>
    <w:p w:rsidR="0041553C" w:rsidRDefault="0041553C">
      <w:pPr>
        <w:jc w:val="both"/>
        <w:rPr>
          <w:rFonts w:cs="Times New Roman"/>
          <w:sz w:val="28"/>
          <w:szCs w:val="28"/>
        </w:rPr>
      </w:pPr>
    </w:p>
    <w:p w:rsidR="0041553C" w:rsidRDefault="0041553C">
      <w:pPr>
        <w:jc w:val="both"/>
        <w:rPr>
          <w:rFonts w:cs="Times New Roman"/>
          <w:sz w:val="28"/>
          <w:szCs w:val="28"/>
        </w:rPr>
      </w:pPr>
    </w:p>
    <w:p w:rsidR="0041553C" w:rsidRDefault="0041553C">
      <w:pPr>
        <w:jc w:val="both"/>
        <w:rPr>
          <w:rFonts w:cs="Times New Roman"/>
          <w:sz w:val="28"/>
          <w:szCs w:val="28"/>
        </w:rPr>
      </w:pPr>
    </w:p>
    <w:p w:rsidR="0041553C" w:rsidRDefault="0041553C">
      <w:pPr>
        <w:jc w:val="both"/>
        <w:rPr>
          <w:rFonts w:cs="Times New Roman"/>
          <w:sz w:val="28"/>
          <w:szCs w:val="28"/>
        </w:rPr>
      </w:pPr>
    </w:p>
    <w:p w:rsidR="0041553C" w:rsidRDefault="0041553C">
      <w:pPr>
        <w:jc w:val="both"/>
        <w:rPr>
          <w:rFonts w:cs="Times New Roman"/>
          <w:sz w:val="28"/>
          <w:szCs w:val="28"/>
        </w:rPr>
      </w:pPr>
    </w:p>
    <w:p w:rsidR="0041553C" w:rsidRDefault="0041553C">
      <w:pPr>
        <w:jc w:val="both"/>
        <w:rPr>
          <w:rFonts w:cs="Times New Roman"/>
          <w:sz w:val="28"/>
          <w:szCs w:val="28"/>
        </w:rPr>
      </w:pPr>
    </w:p>
    <w:p w:rsidR="0041553C" w:rsidRDefault="0041553C">
      <w:pPr>
        <w:jc w:val="both"/>
        <w:rPr>
          <w:rFonts w:cs="Times New Roman"/>
          <w:sz w:val="28"/>
          <w:szCs w:val="28"/>
        </w:rPr>
      </w:pPr>
    </w:p>
    <w:p w:rsidR="0041553C" w:rsidRDefault="0041553C">
      <w:pPr>
        <w:jc w:val="both"/>
        <w:rPr>
          <w:rFonts w:cs="Times New Roman"/>
          <w:sz w:val="28"/>
          <w:szCs w:val="28"/>
        </w:rPr>
      </w:pPr>
    </w:p>
    <w:p w:rsidR="0041553C" w:rsidRDefault="0041553C">
      <w:pPr>
        <w:jc w:val="both"/>
        <w:rPr>
          <w:rFonts w:cs="Times New Roman"/>
          <w:sz w:val="28"/>
          <w:szCs w:val="28"/>
        </w:rPr>
      </w:pPr>
    </w:p>
    <w:p w:rsidR="0041553C" w:rsidRDefault="0041553C">
      <w:pPr>
        <w:jc w:val="both"/>
        <w:rPr>
          <w:rFonts w:cs="Times New Roman"/>
          <w:sz w:val="28"/>
          <w:szCs w:val="28"/>
        </w:rPr>
      </w:pPr>
    </w:p>
    <w:p w:rsidR="0041553C" w:rsidRDefault="0041553C">
      <w:pPr>
        <w:jc w:val="both"/>
        <w:rPr>
          <w:rFonts w:cs="Times New Roman"/>
          <w:sz w:val="28"/>
          <w:szCs w:val="28"/>
        </w:rPr>
      </w:pPr>
    </w:p>
    <w:p w:rsidR="0041553C" w:rsidRDefault="0041553C">
      <w:pPr>
        <w:jc w:val="both"/>
        <w:rPr>
          <w:rFonts w:cs="Times New Roman"/>
          <w:sz w:val="28"/>
          <w:szCs w:val="28"/>
        </w:rPr>
      </w:pPr>
    </w:p>
    <w:p w:rsidR="0041553C" w:rsidRDefault="0041553C">
      <w:pPr>
        <w:jc w:val="both"/>
        <w:rPr>
          <w:rFonts w:cs="Times New Roman"/>
          <w:sz w:val="28"/>
          <w:szCs w:val="28"/>
        </w:rPr>
      </w:pPr>
    </w:p>
    <w:p w:rsidR="0041553C" w:rsidRDefault="0041553C">
      <w:pPr>
        <w:jc w:val="both"/>
        <w:rPr>
          <w:rFonts w:cs="Times New Roman"/>
          <w:sz w:val="28"/>
          <w:szCs w:val="28"/>
        </w:rPr>
      </w:pPr>
    </w:p>
    <w:p w:rsidR="0041553C" w:rsidRDefault="0041553C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Управляющий делами</w:t>
      </w:r>
    </w:p>
    <w:p w:rsidR="0041553C" w:rsidRDefault="0041553C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администрации района</w:t>
      </w:r>
    </w:p>
    <w:p w:rsidR="0041553C" w:rsidRDefault="0041553C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________________И.В.Попов</w:t>
      </w:r>
    </w:p>
    <w:p w:rsidR="0041553C" w:rsidRDefault="0041553C">
      <w:pPr>
        <w:jc w:val="both"/>
        <w:rPr>
          <w:rFonts w:cs="Times New Roman"/>
          <w:sz w:val="28"/>
          <w:szCs w:val="28"/>
        </w:rPr>
      </w:pPr>
    </w:p>
    <w:p w:rsidR="0041553C" w:rsidRDefault="0041553C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Начальник отдела  правовой</w:t>
      </w:r>
    </w:p>
    <w:p w:rsidR="0041553C" w:rsidRDefault="0041553C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работы администрации района</w:t>
      </w:r>
    </w:p>
    <w:p w:rsidR="0041553C" w:rsidRDefault="0041553C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________________М.К.Петров</w:t>
      </w:r>
    </w:p>
    <w:p w:rsidR="0041553C" w:rsidRDefault="0041553C">
      <w:pPr>
        <w:jc w:val="both"/>
        <w:rPr>
          <w:rFonts w:cs="Times New Roman"/>
          <w:sz w:val="28"/>
          <w:szCs w:val="28"/>
        </w:rPr>
      </w:pPr>
    </w:p>
    <w:p w:rsidR="0041553C" w:rsidRDefault="0041553C">
      <w:pPr>
        <w:jc w:val="both"/>
        <w:rPr>
          <w:rFonts w:cs="Times New Roman"/>
          <w:sz w:val="28"/>
          <w:szCs w:val="28"/>
        </w:rPr>
      </w:pPr>
    </w:p>
    <w:p w:rsidR="0041553C" w:rsidRDefault="0041553C">
      <w:pPr>
        <w:jc w:val="both"/>
        <w:rPr>
          <w:rFonts w:cs="Times New Roman"/>
          <w:sz w:val="28"/>
          <w:szCs w:val="28"/>
        </w:rPr>
      </w:pPr>
    </w:p>
    <w:p w:rsidR="0041553C" w:rsidRDefault="0041553C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И.А.Карпинтеро</w:t>
      </w:r>
    </w:p>
    <w:p w:rsidR="0041553C" w:rsidRDefault="0041553C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2 14 61</w:t>
      </w:r>
    </w:p>
    <w:p w:rsidR="0041553C" w:rsidRDefault="0041553C">
      <w:pPr>
        <w:jc w:val="both"/>
        <w:rPr>
          <w:rFonts w:cs="Times New Roman"/>
          <w:sz w:val="28"/>
          <w:szCs w:val="28"/>
        </w:rPr>
      </w:pPr>
    </w:p>
    <w:p w:rsidR="0041553C" w:rsidRDefault="0041553C">
      <w:pPr>
        <w:jc w:val="both"/>
        <w:rPr>
          <w:rFonts w:cs="Times New Roman"/>
          <w:sz w:val="28"/>
          <w:szCs w:val="28"/>
        </w:rPr>
      </w:pPr>
    </w:p>
    <w:p w:rsidR="0041553C" w:rsidRDefault="0041553C">
      <w:pPr>
        <w:jc w:val="both"/>
        <w:rPr>
          <w:rFonts w:cs="Times New Roman"/>
          <w:sz w:val="28"/>
          <w:szCs w:val="28"/>
        </w:rPr>
      </w:pPr>
    </w:p>
    <w:p w:rsidR="0041553C" w:rsidRDefault="0041553C">
      <w:pPr>
        <w:tabs>
          <w:tab w:val="left" w:pos="3855"/>
        </w:tabs>
        <w:jc w:val="both"/>
        <w:rPr>
          <w:rFonts w:cs="Times New Roman"/>
          <w:sz w:val="28"/>
          <w:szCs w:val="28"/>
        </w:rPr>
      </w:pPr>
    </w:p>
    <w:sectPr w:rsidR="0041553C" w:rsidSect="0041553C">
      <w:pgSz w:w="11906" w:h="16838"/>
      <w:pgMar w:top="1135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E82808C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-"/>
        <w:legacy w:legacy="1" w:legacySpace="0" w:legacyIndent="255"/>
        <w:lvlJc w:val="left"/>
        <w:rPr>
          <w:rFonts w:ascii="Arial" w:hAnsi="Arial" w:cs="Arial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154"/>
        <w:lvlJc w:val="left"/>
        <w:rPr>
          <w:rFonts w:ascii="Arial" w:hAnsi="Arial" w:cs="Arial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53"/>
        <w:lvlJc w:val="left"/>
        <w:rPr>
          <w:rFonts w:ascii="Arial" w:hAnsi="Arial" w:cs="Arial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312"/>
        <w:lvlJc w:val="left"/>
        <w:rPr>
          <w:rFonts w:ascii="Arial" w:hAnsi="Arial" w:cs="Arial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149"/>
        <w:lvlJc w:val="left"/>
        <w:rPr>
          <w:rFonts w:ascii="Arial" w:hAnsi="Arial" w:cs="Arial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207"/>
        <w:lvlJc w:val="left"/>
        <w:rPr>
          <w:rFonts w:ascii="Arial" w:hAnsi="Arial" w:cs="Arial" w:hint="default"/>
        </w:rPr>
      </w:lvl>
    </w:lvlOverride>
  </w:num>
  <w:num w:numId="7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Arial" w:hAnsi="Arial" w:cs="Aria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1553C"/>
    <w:rsid w:val="004155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jc w:val="center"/>
      <w:outlineLvl w:val="0"/>
    </w:pPr>
    <w:rPr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outlineLvl w:val="1"/>
    </w:pPr>
    <w:rPr>
      <w:sz w:val="28"/>
      <w:szCs w:val="28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rPr>
      <w:rFonts w:ascii="Times New Roman" w:hAnsi="Times New Roman" w:cs="Times New Roman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Pr>
      <w:rFonts w:ascii="Tahoma" w:hAnsi="Tahoma" w:cs="Tahoma"/>
      <w:sz w:val="16"/>
      <w:szCs w:val="16"/>
      <w:lang w:eastAsia="ru-RU"/>
    </w:rPr>
  </w:style>
  <w:style w:type="paragraph" w:styleId="NoSpacing">
    <w:name w:val="No Spacing"/>
    <w:uiPriority w:val="99"/>
    <w:qFormat/>
    <w:rPr>
      <w:rFonts w:ascii="Calibri" w:hAnsi="Calibri"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319</TotalTime>
  <Pages>13</Pages>
  <Words>2922</Words>
  <Characters>16657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User751</cp:lastModifiedBy>
  <cp:revision>60</cp:revision>
  <cp:lastPrinted>2014-10-09T04:27:00Z</cp:lastPrinted>
  <dcterms:created xsi:type="dcterms:W3CDTF">2014-10-06T07:00:00Z</dcterms:created>
  <dcterms:modified xsi:type="dcterms:W3CDTF">2014-10-09T08:50:00Z</dcterms:modified>
</cp:coreProperties>
</file>